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b/>
          <w:color w:val="000000" w:themeColor="text1"/>
          <w:sz w:val="36"/>
        </w:rPr>
        <w:t>阶段综合练习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仿宋" w:hAnsi="仿宋"/>
          <w:color w:val="000000" w:themeColor="text1"/>
        </w:rPr>
        <w:t>时间</w:t>
      </w:r>
      <w:r w:rsidRPr="001672F7">
        <w:rPr>
          <w:rFonts w:ascii="Times New Roman" w:eastAsia="宋体" w:hAnsi="宋体"/>
          <w:color w:val="000000" w:themeColor="text1"/>
        </w:rPr>
        <w:t>:120</w:t>
      </w:r>
      <w:r w:rsidRPr="001672F7">
        <w:rPr>
          <w:rFonts w:ascii="Times New Roman" w:eastAsia="仿宋" w:hAnsi="仿宋"/>
          <w:color w:val="000000" w:themeColor="text1"/>
        </w:rPr>
        <w:t>分钟</w:t>
      </w:r>
      <w:r w:rsidRPr="001672F7">
        <w:rPr>
          <w:rFonts w:ascii="Times New Roman" w:eastAsia="宋体" w:hAnsi="宋体"/>
          <w:color w:val="000000" w:themeColor="text1"/>
        </w:rPr>
        <w:t xml:space="preserve">　　</w:t>
      </w:r>
      <w:r w:rsidRPr="001672F7">
        <w:rPr>
          <w:rFonts w:ascii="Times New Roman" w:eastAsia="仿宋" w:hAnsi="仿宋"/>
          <w:color w:val="000000" w:themeColor="text1"/>
        </w:rPr>
        <w:t>满分</w:t>
      </w:r>
      <w:r w:rsidRPr="001672F7">
        <w:rPr>
          <w:rFonts w:ascii="Times New Roman" w:eastAsia="宋体" w:hAnsi="宋体"/>
          <w:color w:val="000000" w:themeColor="text1"/>
        </w:rPr>
        <w:t>:150</w:t>
      </w:r>
      <w:r w:rsidRPr="001672F7">
        <w:rPr>
          <w:rFonts w:ascii="Times New Roman" w:eastAsia="仿宋" w:hAnsi="仿宋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第一部分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听力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共五节</w:t>
      </w:r>
      <w:r w:rsidRPr="001672F7">
        <w:rPr>
          <w:rFonts w:ascii="Times New Roman" w:eastAsia="宋体" w:hAnsi="宋体"/>
          <w:color w:val="000000" w:themeColor="text1"/>
          <w:sz w:val="26"/>
        </w:rPr>
        <w:t>,30</w:t>
      </w:r>
      <w:r w:rsidRPr="001672F7">
        <w:rPr>
          <w:rFonts w:ascii="Times New Roman" w:eastAsia="楷体" w:hAnsi="楷体"/>
          <w:color w:val="000000" w:themeColor="text1"/>
          <w:sz w:val="26"/>
        </w:rPr>
        <w:t>个小题</w:t>
      </w:r>
      <w:r w:rsidRPr="001672F7">
        <w:rPr>
          <w:rFonts w:ascii="Times New Roman" w:eastAsia="宋体" w:hAnsi="宋体"/>
          <w:color w:val="000000" w:themeColor="text1"/>
          <w:sz w:val="26"/>
        </w:rPr>
        <w:t>;</w:t>
      </w:r>
      <w:r w:rsidRPr="001672F7">
        <w:rPr>
          <w:rFonts w:ascii="Times New Roman" w:eastAsia="楷体" w:hAnsi="楷体"/>
          <w:color w:val="000000" w:themeColor="text1"/>
          <w:sz w:val="26"/>
        </w:rPr>
        <w:t>每小题</w:t>
      </w:r>
      <w:r w:rsidRPr="001672F7">
        <w:rPr>
          <w:rFonts w:ascii="Times New Roman" w:eastAsia="宋体" w:hAnsi="宋体"/>
          <w:color w:val="000000" w:themeColor="text1"/>
          <w:sz w:val="26"/>
        </w:rPr>
        <w:t>1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,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30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第一节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选择与对话内容相符的图片。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0E8611F" wp14:editId="6DE2949C">
            <wp:extent cx="4330440" cy="608760"/>
            <wp:effectExtent l="0" t="0" r="0" b="0"/>
            <wp:docPr id="77" name="CE8KRG13.eps" descr="id:21474849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0440" cy="6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86C2746" wp14:editId="582B7E85">
            <wp:extent cx="4330440" cy="686520"/>
            <wp:effectExtent l="0" t="0" r="0" b="0"/>
            <wp:docPr id="78" name="CE8KRG14.eps" descr="id:21474849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30440" cy="68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7A1A935" wp14:editId="2FE51785">
            <wp:extent cx="4318200" cy="824400"/>
            <wp:effectExtent l="0" t="0" r="0" b="0"/>
            <wp:docPr id="79" name="CE8KRG15.eps" descr="id:21474849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6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200" cy="8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2C404D0" wp14:editId="34F95B95">
            <wp:extent cx="4330440" cy="711000"/>
            <wp:effectExtent l="0" t="0" r="0" b="0"/>
            <wp:docPr id="80" name="CE8KRG16.eps" descr="id:21474850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7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30440" cy="7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D3B2990" wp14:editId="41B66044">
            <wp:extent cx="4330440" cy="862560"/>
            <wp:effectExtent l="0" t="0" r="0" b="0"/>
            <wp:docPr id="81" name="CE8KRG17.eps" descr="id:21474850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8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3044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C97DA36" wp14:editId="389B045D">
            <wp:extent cx="4406760" cy="634680"/>
            <wp:effectExtent l="0" t="0" r="0" b="0"/>
            <wp:docPr id="82" name="CE8KRG18.eps" descr="id:21474850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9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06760" cy="63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第二节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听句子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选择与句子匹配的最佳应答。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Sorry to hear that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Never mind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Thank you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 was great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m fine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OK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Thanks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That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right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Not at all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no problem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Good luck!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Sounds delicious!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Sounds good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like it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re welcome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panda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cheetah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tiger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第三节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选择最佳选项完成句子。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读两遍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lastRenderedPageBreak/>
        <w:t>13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 runs the fastest in the class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Peter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Ken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Jim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Diana is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quieter than Kate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not so popular as Kate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not smarter than Kate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Lucy got to the museum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on foot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bike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bus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Kevin fed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>on the farm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hens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cows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pigs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Helen went to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>on vacation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beach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mountains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village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boy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s mother wants him to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>first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watch TV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do homework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clean the room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第四节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根据对话内容及问题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选择最佳选项。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读两遍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/>
          <w:color w:val="000000" w:themeColor="text1"/>
        </w:rPr>
        <w:t>听下面一段对话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19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20</w:t>
      </w:r>
      <w:r w:rsidRPr="001672F7">
        <w:rPr>
          <w:rFonts w:eastAsia="方正宋黑_GBK"/>
          <w:color w:val="000000" w:themeColor="text1"/>
        </w:rPr>
        <w:t>题。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Where did Eric go on his vacation?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To a city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To the countryside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To a park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did he do there?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rode a bike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fed some ducks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milked a cow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/>
          <w:color w:val="000000" w:themeColor="text1"/>
        </w:rPr>
        <w:t>听下面一段对话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21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22</w:t>
      </w:r>
      <w:r w:rsidRPr="001672F7">
        <w:rPr>
          <w:rFonts w:eastAsia="方正宋黑_GBK"/>
          <w:color w:val="000000" w:themeColor="text1"/>
        </w:rPr>
        <w:t>题。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old is Mary?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10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12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is Tara like?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 is shy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 is funny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 is friendly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/>
          <w:color w:val="000000" w:themeColor="text1"/>
        </w:rPr>
        <w:t>听下面一段对话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23</w:t>
      </w:r>
      <w:r w:rsidRPr="001672F7">
        <w:rPr>
          <w:rFonts w:eastAsia="方正宋黑_GBK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24</w:t>
      </w:r>
      <w:r w:rsidRPr="001672F7">
        <w:rPr>
          <w:rFonts w:eastAsia="方正宋黑_GBK"/>
          <w:color w:val="000000" w:themeColor="text1"/>
        </w:rPr>
        <w:t>题。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Who folds the clothes for Alice?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Her father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Her sister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Her mother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does Alice like doing?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Folding clothes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Sweeping the floor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Washing clothes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第五节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Arial" w:eastAsia="黑体" w:hAnsi="黑体"/>
          <w:color w:val="000000" w:themeColor="text1"/>
        </w:rPr>
        <w:t>听短文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完成表中所缺信息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/>
          <w:color w:val="000000" w:themeColor="text1"/>
        </w:rPr>
        <w:t>每空仅填一词。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/>
          <w:color w:val="000000" w:themeColor="text1"/>
        </w:rPr>
        <w:t>读三遍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33"/>
        <w:gridCol w:w="4134"/>
      </w:tblGrid>
      <w:tr w:rsidR="00BE18C8" w:rsidRPr="001672F7" w:rsidTr="00083700">
        <w:trPr>
          <w:jc w:val="center"/>
        </w:trPr>
        <w:tc>
          <w:tcPr>
            <w:tcW w:w="250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Name</w:t>
            </w:r>
          </w:p>
        </w:tc>
        <w:tc>
          <w:tcPr>
            <w:tcW w:w="250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Chores</w:t>
            </w:r>
          </w:p>
        </w:tc>
      </w:tr>
      <w:tr w:rsidR="00BE18C8" w:rsidRPr="001672F7" w:rsidTr="00083700">
        <w:trPr>
          <w:jc w:val="center"/>
        </w:trPr>
        <w:tc>
          <w:tcPr>
            <w:tcW w:w="2500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lastRenderedPageBreak/>
              <w:t>Vince</w:t>
            </w:r>
          </w:p>
        </w:tc>
        <w:tc>
          <w:tcPr>
            <w:tcW w:w="2500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25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  <w:u w:val="single" w:color="000000"/>
              </w:rPr>
              <w:t xml:space="preserve">　　　　　　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the bed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 </w:t>
            </w:r>
          </w:p>
        </w:tc>
      </w:tr>
      <w:tr w:rsidR="00BE18C8" w:rsidRPr="001672F7" w:rsidTr="00083700">
        <w:trPr>
          <w:jc w:val="center"/>
        </w:trPr>
        <w:tc>
          <w:tcPr>
            <w:tcW w:w="2500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Mia</w:t>
            </w:r>
          </w:p>
        </w:tc>
        <w:tc>
          <w:tcPr>
            <w:tcW w:w="2500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Go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26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  <w:u w:val="single" w:color="000000"/>
              </w:rPr>
              <w:t xml:space="preserve">　　　　　 </w:t>
            </w:r>
          </w:p>
        </w:tc>
      </w:tr>
      <w:tr w:rsidR="00BE18C8" w:rsidRPr="001672F7" w:rsidTr="00083700">
        <w:trPr>
          <w:jc w:val="center"/>
        </w:trPr>
        <w:tc>
          <w:tcPr>
            <w:tcW w:w="2500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27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  <w:u w:val="single" w:color="000000"/>
              </w:rPr>
              <w:t xml:space="preserve">　　　　　 </w:t>
            </w:r>
          </w:p>
        </w:tc>
        <w:tc>
          <w:tcPr>
            <w:tcW w:w="2500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Do some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28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  <w:u w:val="single" w:color="000000"/>
              </w:rPr>
              <w:t xml:space="preserve">　　　　　 </w:t>
            </w:r>
          </w:p>
        </w:tc>
      </w:tr>
      <w:tr w:rsidR="00BE18C8" w:rsidRPr="001672F7" w:rsidTr="00083700">
        <w:trPr>
          <w:jc w:val="center"/>
        </w:trPr>
        <w:tc>
          <w:tcPr>
            <w:tcW w:w="2500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Tommy</w:t>
            </w:r>
          </w:p>
        </w:tc>
        <w:tc>
          <w:tcPr>
            <w:tcW w:w="2500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Clean the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29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  <w:u w:val="single" w:color="000000"/>
              </w:rPr>
              <w:t xml:space="preserve">　　　　　 </w:t>
            </w:r>
          </w:p>
        </w:tc>
      </w:tr>
      <w:tr w:rsidR="00BE18C8" w:rsidRPr="001672F7" w:rsidTr="00083700">
        <w:trPr>
          <w:jc w:val="center"/>
        </w:trPr>
        <w:tc>
          <w:tcPr>
            <w:tcW w:w="2500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Jimmy</w:t>
            </w:r>
          </w:p>
        </w:tc>
        <w:tc>
          <w:tcPr>
            <w:tcW w:w="2500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Do the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30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  <w:u w:val="single" w:color="000000"/>
              </w:rPr>
              <w:t xml:space="preserve">　　　　　 </w:t>
            </w:r>
          </w:p>
        </w:tc>
      </w:tr>
    </w:tbl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第二部分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完形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共两节</w:t>
      </w:r>
      <w:r w:rsidRPr="001672F7">
        <w:rPr>
          <w:rFonts w:ascii="Times New Roman" w:eastAsia="宋体" w:hAnsi="宋体"/>
          <w:color w:val="000000" w:themeColor="text1"/>
          <w:sz w:val="26"/>
        </w:rPr>
        <w:t>,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第一节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楷体" w:hAnsi="楷体"/>
          <w:color w:val="000000" w:themeColor="text1"/>
        </w:rPr>
        <w:t>共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楷体" w:hAnsi="楷体"/>
          <w:color w:val="000000" w:themeColor="text1"/>
        </w:rPr>
        <w:t>小题</w:t>
      </w:r>
      <w:r w:rsidRPr="001672F7">
        <w:rPr>
          <w:rFonts w:ascii="Times New Roman" w:eastAsia="宋体" w:hAnsi="宋体"/>
          <w:color w:val="000000" w:themeColor="text1"/>
        </w:rPr>
        <w:t>;</w:t>
      </w:r>
      <w:r w:rsidRPr="001672F7">
        <w:rPr>
          <w:rFonts w:ascii="Times New Roman" w:eastAsia="楷体" w:hAnsi="楷体"/>
          <w:color w:val="000000" w:themeColor="text1"/>
        </w:rPr>
        <w:t>每小题</w:t>
      </w: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楷体" w:hAnsi="楷体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楷体" w:hAnsi="楷体"/>
          <w:color w:val="000000" w:themeColor="text1"/>
        </w:rPr>
        <w:t>满分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楷体" w:hAnsi="楷体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从框内</w:t>
      </w:r>
      <w:r w:rsidRPr="001672F7">
        <w:rPr>
          <w:rFonts w:ascii="Times New Roman" w:eastAsia="宋体" w:hAnsi="宋体"/>
          <w:color w:val="000000" w:themeColor="text1"/>
        </w:rPr>
        <w:t>6</w:t>
      </w:r>
      <w:r w:rsidRPr="001672F7">
        <w:rPr>
          <w:rFonts w:ascii="Times New Roman" w:eastAsia="宋体" w:hAnsi="宋体"/>
          <w:color w:val="000000" w:themeColor="text1"/>
        </w:rPr>
        <w:t>个选项中选出可以填入空白处的最佳选项。选项中有一项为多余选项。</w:t>
      </w:r>
    </w:p>
    <w:p w:rsidR="00BE18C8" w:rsidRPr="001672F7" w:rsidRDefault="00BE18C8" w:rsidP="00083700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enjoy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stories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grew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meaningful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took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F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for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My name is Andy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My grandparents live in a small village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 is quiet and beautiful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I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31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up and spent my childhood (</w:t>
      </w:r>
      <w:r w:rsidRPr="001672F7">
        <w:rPr>
          <w:rFonts w:ascii="Times New Roman" w:eastAsia="宋体" w:hAnsi="宋体"/>
          <w:color w:val="000000" w:themeColor="text1"/>
        </w:rPr>
        <w:t>童年</w:t>
      </w:r>
      <w:r w:rsidRPr="001672F7">
        <w:rPr>
          <w:rFonts w:ascii="Times New Roman" w:eastAsia="宋体" w:hAnsi="宋体"/>
          <w:color w:val="000000" w:themeColor="text1"/>
        </w:rPr>
        <w:t>) there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Later, when I was in middle school, I lived with my parents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miss my grandparents very much, so I visit them every summer vacation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I really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32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these days at their home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Now, let me share my summer vacation at my grandparents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 home with you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Every morning, I would wake up early and help my grandparents water the plants and pick fresh vegetables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We often had eggs and vegetables for breakfast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After breakfast, my grandpa often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33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me hiking in the mountains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As we hiked, the wind blew on my face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In the afternoons, my grandma always taught me how to cook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In the evenings, we sat in a circle outside and watched the stars in the sky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stars were very beautiful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Sometimes, my grandpa told me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34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about his childhood and my grandma taught me some songs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I think those days were very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35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to 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 was really an unforgettable summer vacation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32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33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34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35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第二节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楷体" w:hAnsi="楷体"/>
          <w:color w:val="000000" w:themeColor="text1"/>
        </w:rPr>
        <w:t>共</w:t>
      </w:r>
      <w:r w:rsidRPr="001672F7">
        <w:rPr>
          <w:rFonts w:ascii="Times New Roman" w:eastAsia="宋体" w:hAnsi="宋体"/>
          <w:color w:val="000000" w:themeColor="text1"/>
        </w:rPr>
        <w:t>10</w:t>
      </w:r>
      <w:r w:rsidRPr="001672F7">
        <w:rPr>
          <w:rFonts w:ascii="Times New Roman" w:eastAsia="楷体" w:hAnsi="楷体"/>
          <w:color w:val="000000" w:themeColor="text1"/>
        </w:rPr>
        <w:t>小题</w:t>
      </w:r>
      <w:r w:rsidRPr="001672F7">
        <w:rPr>
          <w:rFonts w:ascii="Times New Roman" w:eastAsia="宋体" w:hAnsi="宋体"/>
          <w:color w:val="000000" w:themeColor="text1"/>
        </w:rPr>
        <w:t>;</w:t>
      </w:r>
      <w:r w:rsidRPr="001672F7">
        <w:rPr>
          <w:rFonts w:ascii="Times New Roman" w:eastAsia="楷体" w:hAnsi="楷体"/>
          <w:color w:val="000000" w:themeColor="text1"/>
        </w:rPr>
        <w:t>每小题</w:t>
      </w: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楷体" w:hAnsi="楷体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楷体" w:hAnsi="楷体"/>
          <w:color w:val="000000" w:themeColor="text1"/>
        </w:rPr>
        <w:t>满分</w:t>
      </w:r>
      <w:r w:rsidRPr="001672F7">
        <w:rPr>
          <w:rFonts w:ascii="Times New Roman" w:eastAsia="宋体" w:hAnsi="宋体"/>
          <w:color w:val="000000" w:themeColor="text1"/>
        </w:rPr>
        <w:t>15</w:t>
      </w:r>
      <w:r w:rsidRPr="001672F7">
        <w:rPr>
          <w:rFonts w:ascii="Times New Roman" w:eastAsia="楷体" w:hAnsi="楷体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从每题所给的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宋体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宋体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宋体"/>
          <w:color w:val="000000" w:themeColor="text1"/>
        </w:rPr>
        <w:t>三个选项中选出可以填入空白处的最佳选项。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m Sue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Kate is my best friend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She is tall and thin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36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long straight hair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first met her in the school dining hall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One day, I was eating lunch there when I was not careful and knocked over (</w:t>
      </w:r>
      <w:r w:rsidRPr="001672F7">
        <w:rPr>
          <w:rFonts w:ascii="Times New Roman" w:eastAsia="宋体" w:hAnsi="宋体"/>
          <w:color w:val="000000" w:themeColor="text1"/>
        </w:rPr>
        <w:t>打翻</w:t>
      </w:r>
      <w:r w:rsidRPr="001672F7">
        <w:rPr>
          <w:rFonts w:ascii="Times New Roman" w:eastAsia="宋体" w:hAnsi="宋体"/>
          <w:color w:val="000000" w:themeColor="text1"/>
        </w:rPr>
        <w:t>) my soup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I got my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37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wet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Other students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38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at me but Kate didn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did she do?She helped me clean my clothes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It really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39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my heart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Then we became good friends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I like Kate,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40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we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re different in some ways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 is very funny, but 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m a little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41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She works much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42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than me, so she always gets better grades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We like different activities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 likes writing and playing the piano, but I like dancing and playing the drums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43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of us like sports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Kate plays tennis very well, and she always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44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tennis games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m good at badminton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Kate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45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everything with me and truly cares about 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lucky I am to have a friend like her!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from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with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about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clothes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hands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hair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jumped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shouted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laughed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broke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touched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reached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if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because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though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serious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lazy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outgoing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higher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harder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faster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Both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All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Some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misses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loses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wins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follows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shares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spends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第三部分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阅读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共三节</w:t>
      </w:r>
      <w:r w:rsidRPr="001672F7">
        <w:rPr>
          <w:rFonts w:ascii="Times New Roman" w:eastAsia="宋体" w:hAnsi="宋体"/>
          <w:color w:val="000000" w:themeColor="text1"/>
          <w:sz w:val="26"/>
        </w:rPr>
        <w:t>,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50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第一节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楷体" w:hAnsi="楷体"/>
          <w:color w:val="000000" w:themeColor="text1"/>
        </w:rPr>
        <w:t>共</w:t>
      </w:r>
      <w:r w:rsidRPr="001672F7">
        <w:rPr>
          <w:rFonts w:ascii="Times New Roman" w:eastAsia="宋体" w:hAnsi="宋体"/>
          <w:color w:val="000000" w:themeColor="text1"/>
        </w:rPr>
        <w:t>12</w:t>
      </w:r>
      <w:r w:rsidRPr="001672F7">
        <w:rPr>
          <w:rFonts w:ascii="Times New Roman" w:eastAsia="楷体" w:hAnsi="楷体"/>
          <w:color w:val="000000" w:themeColor="text1"/>
        </w:rPr>
        <w:t>小题</w:t>
      </w:r>
      <w:r w:rsidRPr="001672F7">
        <w:rPr>
          <w:rFonts w:ascii="Times New Roman" w:eastAsia="宋体" w:hAnsi="宋体"/>
          <w:color w:val="000000" w:themeColor="text1"/>
        </w:rPr>
        <w:t>;</w:t>
      </w:r>
      <w:r w:rsidRPr="001672F7">
        <w:rPr>
          <w:rFonts w:ascii="Times New Roman" w:eastAsia="楷体" w:hAnsi="楷体"/>
          <w:color w:val="000000" w:themeColor="text1"/>
        </w:rPr>
        <w:t>每小题</w:t>
      </w: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楷体" w:hAnsi="楷体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楷体" w:hAnsi="楷体"/>
          <w:color w:val="000000" w:themeColor="text1"/>
        </w:rPr>
        <w:t>满分</w:t>
      </w:r>
      <w:r w:rsidRPr="001672F7">
        <w:rPr>
          <w:rFonts w:ascii="Times New Roman" w:eastAsia="宋体" w:hAnsi="宋体"/>
          <w:color w:val="000000" w:themeColor="text1"/>
        </w:rPr>
        <w:t>30</w:t>
      </w:r>
      <w:r w:rsidRPr="001672F7">
        <w:rPr>
          <w:rFonts w:ascii="Times New Roman" w:eastAsia="楷体" w:hAnsi="楷体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阅读下列短文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从每题所给的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宋体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宋体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宋体"/>
          <w:color w:val="000000" w:themeColor="text1"/>
        </w:rPr>
        <w:t>三个选项中选出最佳选项。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A</w:t>
      </w:r>
    </w:p>
    <w:tbl>
      <w:tblPr>
        <w:tblW w:w="49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102"/>
      </w:tblGrid>
      <w:tr w:rsidR="00BE18C8" w:rsidRPr="001672F7" w:rsidTr="004D68A0">
        <w:trPr>
          <w:jc w:val="center"/>
        </w:trPr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Planning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a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trip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to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China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?</w:t>
            </w:r>
          </w:p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  <w:u w:val="single" w:color="000000"/>
              </w:rPr>
              <w:t xml:space="preserve">　　　 </w:t>
            </w:r>
          </w:p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China has a very long history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It has many interesting places to visit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It</w:t>
            </w:r>
            <w:r w:rsidRPr="001672F7">
              <w:rPr>
                <w:rFonts w:ascii="Times New Roman" w:eastAsia="宋体" w:hAnsi="Times New Roman"/>
                <w:color w:val="000000" w:themeColor="text1"/>
              </w:rPr>
              <w:t>’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s also a good place to experience different cultures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To help you plan a wonderful trip, Chinese students have created this China Travel Guide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</w:p>
          <w:tbl>
            <w:tblPr>
              <w:tblW w:w="5000" w:type="pct"/>
              <w:jc w:val="center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V w:val="singl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67"/>
              <w:gridCol w:w="3625"/>
            </w:tblGrid>
            <w:tr w:rsidR="00BE18C8" w:rsidRPr="001672F7" w:rsidTr="00083700">
              <w:trPr>
                <w:jc w:val="center"/>
              </w:trPr>
              <w:tc>
                <w:tcPr>
                  <w:tcW w:w="4267" w:type="dxa"/>
                  <w:tcMar>
                    <w:left w:w="105" w:type="dxa"/>
                    <w:right w:w="105" w:type="dxa"/>
                  </w:tcMar>
                  <w:vAlign w:val="center"/>
                </w:tcPr>
                <w:p w:rsidR="00BE18C8" w:rsidRPr="001672F7" w:rsidRDefault="00BE18C8" w:rsidP="004D68A0">
                  <w:pPr>
                    <w:tabs>
                      <w:tab w:val="left" w:pos="1871"/>
                      <w:tab w:val="left" w:pos="3407"/>
                      <w:tab w:val="left" w:pos="4949"/>
                      <w:tab w:val="left" w:pos="6599"/>
                    </w:tabs>
                    <w:spacing w:line="360" w:lineRule="auto"/>
                    <w:rPr>
                      <w:rFonts w:ascii="Times New Roman" w:eastAsia="宋体" w:hAnsi="宋体"/>
                      <w:color w:val="000000" w:themeColor="text1"/>
                    </w:rPr>
                  </w:pPr>
                  <w:r w:rsidRPr="001672F7">
                    <w:rPr>
                      <w:rFonts w:ascii="Times New Roman" w:eastAsia="宋体" w:hAnsi="宋体"/>
                      <w:noProof/>
                      <w:color w:val="000000" w:themeColor="text1"/>
                    </w:rPr>
                    <w:drawing>
                      <wp:inline distT="0" distB="0" distL="0" distR="0" wp14:anchorId="2E0326D9" wp14:editId="49F61C1D">
                        <wp:extent cx="431280" cy="444960"/>
                        <wp:effectExtent l="0" t="0" r="0" b="0"/>
                        <wp:docPr id="83" name="CE8KRG19.ep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0030.jpe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1280" cy="4449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672F7">
                    <w:rPr>
                      <w:rFonts w:ascii="Times New Roman" w:eastAsia="宋体" w:hAnsi="宋体"/>
                      <w:color w:val="000000" w:themeColor="text1"/>
                    </w:rPr>
                    <w:t>Where to go?</w:t>
                  </w:r>
                </w:p>
                <w:p w:rsidR="00BE18C8" w:rsidRPr="001672F7" w:rsidRDefault="00BE18C8" w:rsidP="004D68A0">
                  <w:pPr>
                    <w:tabs>
                      <w:tab w:val="left" w:pos="1871"/>
                      <w:tab w:val="left" w:pos="3407"/>
                      <w:tab w:val="left" w:pos="4949"/>
                      <w:tab w:val="left" w:pos="6599"/>
                    </w:tabs>
                    <w:spacing w:line="360" w:lineRule="auto"/>
                    <w:rPr>
                      <w:rFonts w:ascii="Times New Roman" w:eastAsia="宋体" w:hAnsi="宋体"/>
                      <w:color w:val="000000" w:themeColor="text1"/>
                    </w:rPr>
                  </w:pPr>
                  <w:r w:rsidRPr="001672F7">
                    <w:rPr>
                      <w:rFonts w:ascii="Times New Roman" w:eastAsia="宋体" w:hAnsi="宋体"/>
                      <w:color w:val="000000" w:themeColor="text1"/>
                    </w:rPr>
                    <w:t>The most popular city:Beijing</w:t>
                  </w:r>
                </w:p>
                <w:p w:rsidR="00BE18C8" w:rsidRPr="001672F7" w:rsidRDefault="00BE18C8" w:rsidP="004D68A0">
                  <w:pPr>
                    <w:tabs>
                      <w:tab w:val="left" w:pos="1871"/>
                      <w:tab w:val="left" w:pos="3407"/>
                      <w:tab w:val="left" w:pos="4949"/>
                      <w:tab w:val="left" w:pos="6599"/>
                    </w:tabs>
                    <w:spacing w:line="360" w:lineRule="auto"/>
                    <w:rPr>
                      <w:color w:val="000000" w:themeColor="text1"/>
                      <w:sz w:val="18"/>
                    </w:rPr>
                  </w:pPr>
                  <w:r w:rsidRPr="001672F7">
                    <w:rPr>
                      <w:rFonts w:ascii="Times New Roman" w:eastAsia="宋体" w:hAnsi="宋体"/>
                      <w:color w:val="000000" w:themeColor="text1"/>
                    </w:rPr>
                    <w:t>Other famous places:Shanghai, Xi</w:t>
                  </w:r>
                  <w:r w:rsidRPr="001672F7">
                    <w:rPr>
                      <w:rFonts w:ascii="Times New Roman" w:eastAsia="宋体" w:hAnsi="Times New Roman"/>
                      <w:color w:val="000000" w:themeColor="text1"/>
                    </w:rPr>
                    <w:t>’</w:t>
                  </w:r>
                  <w:r w:rsidRPr="001672F7">
                    <w:rPr>
                      <w:rFonts w:ascii="Times New Roman" w:eastAsia="宋体" w:hAnsi="宋体"/>
                      <w:color w:val="000000" w:themeColor="text1"/>
                    </w:rPr>
                    <w:t>an, Lhasa, Guilin, Chengdu</w:t>
                  </w:r>
                  <w:r w:rsidRPr="001672F7">
                    <w:rPr>
                      <w:rFonts w:ascii="Times New Roman" w:eastAsia="宋体" w:hAnsi="Times New Roman" w:cs="Times New Roman"/>
                      <w:color w:val="000000" w:themeColor="text1"/>
                    </w:rPr>
                    <w:t>...</w:t>
                  </w:r>
                </w:p>
              </w:tc>
              <w:tc>
                <w:tcPr>
                  <w:tcW w:w="3625" w:type="dxa"/>
                  <w:tcMar>
                    <w:left w:w="105" w:type="dxa"/>
                    <w:right w:w="105" w:type="dxa"/>
                  </w:tcMar>
                  <w:vAlign w:val="center"/>
                </w:tcPr>
                <w:p w:rsidR="00BE18C8" w:rsidRPr="001672F7" w:rsidRDefault="00BE18C8" w:rsidP="004D68A0">
                  <w:pPr>
                    <w:tabs>
                      <w:tab w:val="left" w:pos="1871"/>
                      <w:tab w:val="left" w:pos="3407"/>
                      <w:tab w:val="left" w:pos="4949"/>
                      <w:tab w:val="left" w:pos="6599"/>
                    </w:tabs>
                    <w:spacing w:line="360" w:lineRule="auto"/>
                    <w:rPr>
                      <w:rFonts w:ascii="Times New Roman" w:eastAsia="宋体" w:hAnsi="宋体"/>
                      <w:color w:val="000000" w:themeColor="text1"/>
                    </w:rPr>
                  </w:pPr>
                  <w:r w:rsidRPr="001672F7">
                    <w:rPr>
                      <w:rFonts w:ascii="Times New Roman" w:eastAsia="宋体" w:hAnsi="宋体"/>
                      <w:noProof/>
                      <w:color w:val="000000" w:themeColor="text1"/>
                    </w:rPr>
                    <w:drawing>
                      <wp:inline distT="0" distB="0" distL="0" distR="0" wp14:anchorId="01A150BE" wp14:editId="24A33216">
                        <wp:extent cx="444960" cy="444960"/>
                        <wp:effectExtent l="0" t="0" r="0" b="0"/>
                        <wp:docPr id="84" name="CE8KRG20.ep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0031.jpe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4960" cy="4449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672F7">
                    <w:rPr>
                      <w:rFonts w:ascii="Times New Roman" w:eastAsia="宋体" w:hAnsi="宋体"/>
                      <w:color w:val="000000" w:themeColor="text1"/>
                    </w:rPr>
                    <w:t xml:space="preserve"> What to enjoy?</w:t>
                  </w:r>
                </w:p>
                <w:p w:rsidR="00BE18C8" w:rsidRPr="001672F7" w:rsidRDefault="00BE18C8" w:rsidP="004D68A0">
                  <w:pPr>
                    <w:tabs>
                      <w:tab w:val="left" w:pos="1871"/>
                      <w:tab w:val="left" w:pos="3407"/>
                      <w:tab w:val="left" w:pos="4949"/>
                      <w:tab w:val="left" w:pos="6599"/>
                    </w:tabs>
                    <w:spacing w:line="360" w:lineRule="auto"/>
                    <w:rPr>
                      <w:rFonts w:ascii="Times New Roman" w:eastAsia="宋体" w:hAnsi="宋体"/>
                      <w:color w:val="000000" w:themeColor="text1"/>
                    </w:rPr>
                  </w:pPr>
                  <w:r w:rsidRPr="001672F7">
                    <w:rPr>
                      <w:rFonts w:ascii="Times New Roman" w:eastAsia="宋体" w:hAnsi="宋体"/>
                      <w:color w:val="000000" w:themeColor="text1"/>
                    </w:rPr>
                    <w:t>Take a city-walk in the Beijing hutong</w:t>
                  </w:r>
                  <w:r w:rsidRPr="001672F7">
                    <w:rPr>
                      <w:rFonts w:ascii="Times New Roman" w:eastAsia="宋体" w:hAnsi="Times New Roman" w:cs="Times New Roman"/>
                      <w:color w:val="000000" w:themeColor="text1"/>
                    </w:rPr>
                    <w:t>.</w:t>
                  </w:r>
                </w:p>
                <w:p w:rsidR="00BE18C8" w:rsidRPr="001672F7" w:rsidRDefault="00BE18C8" w:rsidP="004D68A0">
                  <w:pPr>
                    <w:tabs>
                      <w:tab w:val="left" w:pos="1871"/>
                      <w:tab w:val="left" w:pos="3407"/>
                      <w:tab w:val="left" w:pos="4949"/>
                      <w:tab w:val="left" w:pos="6599"/>
                    </w:tabs>
                    <w:spacing w:line="360" w:lineRule="auto"/>
                    <w:rPr>
                      <w:rFonts w:ascii="Times New Roman" w:eastAsia="宋体" w:hAnsi="宋体"/>
                      <w:color w:val="000000" w:themeColor="text1"/>
                    </w:rPr>
                  </w:pPr>
                  <w:r w:rsidRPr="001672F7">
                    <w:rPr>
                      <w:rFonts w:ascii="Times New Roman" w:eastAsia="宋体" w:hAnsi="宋体"/>
                      <w:color w:val="000000" w:themeColor="text1"/>
                    </w:rPr>
                    <w:t>Enjoy beautiful scenery in Guilin</w:t>
                  </w:r>
                  <w:r w:rsidRPr="001672F7">
                    <w:rPr>
                      <w:rFonts w:ascii="Times New Roman" w:eastAsia="宋体" w:hAnsi="Times New Roman" w:cs="Times New Roman"/>
                      <w:color w:val="000000" w:themeColor="text1"/>
                    </w:rPr>
                    <w:t>.</w:t>
                  </w:r>
                </w:p>
                <w:p w:rsidR="00BE18C8" w:rsidRPr="001672F7" w:rsidRDefault="00BE18C8" w:rsidP="004D68A0">
                  <w:pPr>
                    <w:tabs>
                      <w:tab w:val="left" w:pos="1871"/>
                      <w:tab w:val="left" w:pos="3407"/>
                      <w:tab w:val="left" w:pos="4949"/>
                      <w:tab w:val="left" w:pos="6599"/>
                    </w:tabs>
                    <w:spacing w:line="360" w:lineRule="auto"/>
                    <w:rPr>
                      <w:color w:val="000000" w:themeColor="text1"/>
                    </w:rPr>
                  </w:pPr>
                  <w:r w:rsidRPr="001672F7">
                    <w:rPr>
                      <w:rFonts w:ascii="Times New Roman" w:eastAsia="宋体" w:hAnsi="宋体"/>
                      <w:color w:val="000000" w:themeColor="text1"/>
                    </w:rPr>
                    <w:t>See cute pandas in Chengdu</w:t>
                  </w:r>
                  <w:r w:rsidRPr="001672F7">
                    <w:rPr>
                      <w:rFonts w:ascii="Times New Roman" w:eastAsia="宋体" w:hAnsi="Times New Roman" w:cs="Times New Roman"/>
                      <w:color w:val="000000" w:themeColor="text1"/>
                    </w:rPr>
                    <w:t>.</w:t>
                  </w:r>
                </w:p>
              </w:tc>
            </w:tr>
          </w:tbl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noProof/>
                <w:color w:val="000000" w:themeColor="text1"/>
              </w:rPr>
              <w:drawing>
                <wp:inline distT="0" distB="0" distL="0" distR="0" wp14:anchorId="23C53E27" wp14:editId="60EE1A12">
                  <wp:extent cx="457200" cy="431280"/>
                  <wp:effectExtent l="0" t="0" r="0" b="0"/>
                  <wp:docPr id="85" name="CE8KRG2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2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3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Available Plans</w:t>
            </w:r>
          </w:p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noProof/>
                <w:color w:val="000000" w:themeColor="text1"/>
              </w:rPr>
              <w:drawing>
                <wp:inline distT="0" distB="0" distL="0" distR="0" wp14:anchorId="296B1A11" wp14:editId="0CD3C12A">
                  <wp:extent cx="1676160" cy="939240"/>
                  <wp:effectExtent l="0" t="0" r="0" b="0"/>
                  <wp:docPr id="86" name="CE8KRG2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3.jpe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160" cy="93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672F7">
              <w:rPr>
                <w:rFonts w:ascii="Times New Roman" w:eastAsia="宋体" w:hAnsi="宋体"/>
                <w:noProof/>
                <w:color w:val="000000" w:themeColor="text1"/>
              </w:rPr>
              <w:drawing>
                <wp:inline distT="0" distB="0" distL="0" distR="0" wp14:anchorId="32A62A92" wp14:editId="2BBBF35D">
                  <wp:extent cx="1193040" cy="1143720"/>
                  <wp:effectExtent l="0" t="0" r="0" b="0"/>
                  <wp:docPr id="87" name="CE8KRG2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4.jpe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040" cy="11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672F7">
              <w:rPr>
                <w:rFonts w:ascii="Times New Roman" w:eastAsia="宋体" w:hAnsi="宋体"/>
                <w:noProof/>
                <w:color w:val="000000" w:themeColor="text1"/>
              </w:rPr>
              <w:drawing>
                <wp:inline distT="0" distB="0" distL="0" distR="0" wp14:anchorId="647405D5" wp14:editId="5210AE6B">
                  <wp:extent cx="1688400" cy="1143720"/>
                  <wp:effectExtent l="0" t="0" r="0" b="0"/>
                  <wp:docPr id="88" name="CE8KRG2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5.jpe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8400" cy="11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Chinese students made the China Travel Guide to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083700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teach Chinese history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feel different cultures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plan a wonderful trip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According to the text, which city is the most popular?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Beijing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Xi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an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Chengdu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If you want to visit Guilin and Lhasa, which plan will you choose?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Plan 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Plan 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Plan 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Which of the following can be put in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>?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083700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Welcome to Beijing!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Travel Guide Is Here!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Guilin Is Great!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B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My good friend is Diana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 is a rich and proud girl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One day after school, when I was waiting for Diana, Vivien came to me and gave me a cake, and I ate it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We talked and joked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Then I spent more time with Vivien than with Diana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However, I also felt a little uneasy (</w:t>
      </w:r>
      <w:r w:rsidRPr="001672F7">
        <w:rPr>
          <w:rFonts w:ascii="Times New Roman" w:eastAsia="宋体" w:hAnsi="宋体"/>
          <w:color w:val="000000" w:themeColor="text1"/>
        </w:rPr>
        <w:t>忐忑不安的</w:t>
      </w:r>
      <w:r w:rsidRPr="001672F7">
        <w:rPr>
          <w:rFonts w:ascii="Times New Roman" w:eastAsia="宋体" w:hAnsi="宋体"/>
          <w:color w:val="000000" w:themeColor="text1"/>
        </w:rPr>
        <w:t>)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After a few days, I went to see Diana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Vivien came and sat with 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 gave me a sandwich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 also gave one to Diana, but Diana didn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take it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 walked away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was angry with Diana because of her rudeness (</w:t>
      </w:r>
      <w:r w:rsidRPr="001672F7">
        <w:rPr>
          <w:rFonts w:ascii="Times New Roman" w:eastAsia="宋体" w:hAnsi="宋体"/>
          <w:color w:val="000000" w:themeColor="text1"/>
        </w:rPr>
        <w:t>粗鲁</w:t>
      </w:r>
      <w:r w:rsidRPr="001672F7">
        <w:rPr>
          <w:rFonts w:ascii="Times New Roman" w:eastAsia="宋体" w:hAnsi="宋体"/>
          <w:color w:val="000000" w:themeColor="text1"/>
        </w:rPr>
        <w:t>)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Never mind,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 xml:space="preserve"> Vivien said</w:t>
      </w:r>
      <w:r w:rsidRPr="001672F7">
        <w:rPr>
          <w:rFonts w:ascii="Times New Roman" w:eastAsia="宋体" w:hAnsi="Times New Roman" w:cs="Times New Roman"/>
          <w:color w:val="000000" w:themeColor="text1"/>
        </w:rPr>
        <w:t>.“</w:t>
      </w:r>
      <w:r w:rsidRPr="001672F7">
        <w:rPr>
          <w:rFonts w:ascii="Times New Roman" w:eastAsia="宋体" w:hAnsi="宋体"/>
          <w:color w:val="000000" w:themeColor="text1"/>
        </w:rPr>
        <w:t>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m used to (</w:t>
      </w:r>
      <w:r w:rsidRPr="001672F7">
        <w:rPr>
          <w:rFonts w:ascii="Times New Roman" w:eastAsia="宋体" w:hAnsi="宋体"/>
          <w:color w:val="000000" w:themeColor="text1"/>
        </w:rPr>
        <w:t>习惯</w:t>
      </w:r>
      <w:r w:rsidRPr="001672F7">
        <w:rPr>
          <w:rFonts w:ascii="Times New Roman" w:eastAsia="宋体" w:hAnsi="宋体"/>
          <w:color w:val="000000" w:themeColor="text1"/>
        </w:rPr>
        <w:t>) it</w:t>
      </w:r>
      <w:r w:rsidRPr="001672F7">
        <w:rPr>
          <w:rFonts w:ascii="Times New Roman" w:eastAsia="宋体" w:hAnsi="Times New Roman" w:cs="Times New Roman"/>
          <w:color w:val="000000" w:themeColor="text1"/>
        </w:rPr>
        <w:t>.”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After school, I walked home with Diana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tried to correct her attitude (</w:t>
      </w:r>
      <w:r w:rsidRPr="001672F7">
        <w:rPr>
          <w:rFonts w:ascii="Times New Roman" w:eastAsia="宋体" w:hAnsi="宋体"/>
          <w:color w:val="000000" w:themeColor="text1"/>
        </w:rPr>
        <w:t>态度</w:t>
      </w:r>
      <w:r w:rsidRPr="001672F7">
        <w:rPr>
          <w:rFonts w:ascii="Times New Roman" w:eastAsia="宋体" w:hAnsi="宋体"/>
          <w:color w:val="000000" w:themeColor="text1"/>
        </w:rPr>
        <w:t>), but she didn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listen to 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She said,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Go and join your dear Vivien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know you make new friends and forget the old ones</w:t>
      </w:r>
      <w:r w:rsidRPr="001672F7">
        <w:rPr>
          <w:rFonts w:ascii="Times New Roman" w:eastAsia="宋体" w:hAnsi="Times New Roman" w:cs="Times New Roman"/>
          <w:color w:val="000000" w:themeColor="text1"/>
        </w:rPr>
        <w:t>.”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For the next few weeks, all of us felt upset and we did not talk to each other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Then, one day, Diana came to Vivien and me, saying,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m really sorry about what I did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m a spoiled (</w:t>
      </w:r>
      <w:r w:rsidRPr="001672F7">
        <w:rPr>
          <w:rFonts w:ascii="Times New Roman" w:eastAsia="宋体" w:hAnsi="宋体"/>
          <w:color w:val="000000" w:themeColor="text1"/>
        </w:rPr>
        <w:t>宠坏的</w:t>
      </w:r>
      <w:r w:rsidRPr="001672F7">
        <w:rPr>
          <w:rFonts w:ascii="Times New Roman" w:eastAsia="宋体" w:hAnsi="宋体"/>
          <w:color w:val="000000" w:themeColor="text1"/>
        </w:rPr>
        <w:t>) girl, but I also need good friends like you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Can you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forgive</w:t>
      </w:r>
      <w:r w:rsidRPr="001672F7">
        <w:rPr>
          <w:rFonts w:ascii="Times New Roman" w:eastAsia="宋体" w:hAnsi="宋体"/>
          <w:color w:val="000000" w:themeColor="text1"/>
        </w:rPr>
        <w:t xml:space="preserve"> me?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 xml:space="preserve"> Vivien and I looked at each other and smiled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From then on, Diana, Vivien and I became best friends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Vivien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words in paragraph 4 imply (</w:t>
      </w:r>
      <w:r w:rsidRPr="001672F7">
        <w:rPr>
          <w:rFonts w:ascii="Times New Roman" w:eastAsia="宋体" w:hAnsi="宋体"/>
          <w:color w:val="000000" w:themeColor="text1"/>
        </w:rPr>
        <w:t>暗示</w:t>
      </w:r>
      <w:r w:rsidRPr="001672F7">
        <w:rPr>
          <w:rFonts w:ascii="Times New Roman" w:eastAsia="宋体" w:hAnsi="宋体"/>
          <w:color w:val="000000" w:themeColor="text1"/>
        </w:rPr>
        <w:t xml:space="preserve">) that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everyone was rude to her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 was often rude to others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Diana was rude to her before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did the writer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feelings change according to the story?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upset</w:t>
      </w:r>
      <w:r w:rsidRPr="001672F7">
        <w:rPr>
          <w:rFonts w:ascii="Times New Roman" w:eastAsia="宋体" w:hAnsi="Times New Roman" w:cs="Times New Roman"/>
          <w:color w:val="000000" w:themeColor="text1"/>
        </w:rPr>
        <w:t>→</w:t>
      </w:r>
      <w:r w:rsidRPr="001672F7">
        <w:rPr>
          <w:rFonts w:ascii="Times New Roman" w:eastAsia="宋体" w:hAnsi="宋体"/>
          <w:color w:val="000000" w:themeColor="text1"/>
        </w:rPr>
        <w:t>happy</w:t>
      </w:r>
      <w:r w:rsidRPr="001672F7">
        <w:rPr>
          <w:rFonts w:ascii="Times New Roman" w:eastAsia="宋体" w:hAnsi="Times New Roman" w:cs="Times New Roman"/>
          <w:color w:val="000000" w:themeColor="text1"/>
        </w:rPr>
        <w:t>→</w:t>
      </w:r>
      <w:r w:rsidRPr="001672F7">
        <w:rPr>
          <w:rFonts w:ascii="Times New Roman" w:eastAsia="宋体" w:hAnsi="宋体"/>
          <w:color w:val="000000" w:themeColor="text1"/>
        </w:rPr>
        <w:t>uneasy</w:t>
      </w:r>
      <w:r w:rsidRPr="001672F7">
        <w:rPr>
          <w:rFonts w:ascii="Times New Roman" w:eastAsia="宋体" w:hAnsi="Times New Roman" w:cs="Times New Roman"/>
          <w:color w:val="000000" w:themeColor="text1"/>
        </w:rPr>
        <w:t>→</w:t>
      </w:r>
      <w:r w:rsidRPr="001672F7">
        <w:rPr>
          <w:rFonts w:ascii="Times New Roman" w:eastAsia="宋体" w:hAnsi="宋体"/>
          <w:color w:val="000000" w:themeColor="text1"/>
        </w:rPr>
        <w:t>angry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uneasy</w:t>
      </w:r>
      <w:r w:rsidRPr="001672F7">
        <w:rPr>
          <w:rFonts w:ascii="Times New Roman" w:eastAsia="宋体" w:hAnsi="Times New Roman" w:cs="Times New Roman"/>
          <w:color w:val="000000" w:themeColor="text1"/>
        </w:rPr>
        <w:t>→</w:t>
      </w:r>
      <w:r w:rsidRPr="001672F7">
        <w:rPr>
          <w:rFonts w:ascii="Times New Roman" w:eastAsia="宋体" w:hAnsi="宋体"/>
          <w:color w:val="000000" w:themeColor="text1"/>
        </w:rPr>
        <w:t>angry</w:t>
      </w:r>
      <w:r w:rsidRPr="001672F7">
        <w:rPr>
          <w:rFonts w:ascii="Times New Roman" w:eastAsia="宋体" w:hAnsi="Times New Roman" w:cs="Times New Roman"/>
          <w:color w:val="000000" w:themeColor="text1"/>
        </w:rPr>
        <w:t>→</w:t>
      </w:r>
      <w:r w:rsidRPr="001672F7">
        <w:rPr>
          <w:rFonts w:ascii="Times New Roman" w:eastAsia="宋体" w:hAnsi="宋体"/>
          <w:color w:val="000000" w:themeColor="text1"/>
        </w:rPr>
        <w:t>upset</w:t>
      </w:r>
      <w:r w:rsidRPr="001672F7">
        <w:rPr>
          <w:rFonts w:ascii="Times New Roman" w:eastAsia="宋体" w:hAnsi="Times New Roman" w:cs="Times New Roman"/>
          <w:color w:val="000000" w:themeColor="text1"/>
        </w:rPr>
        <w:t>→</w:t>
      </w:r>
      <w:r w:rsidRPr="001672F7">
        <w:rPr>
          <w:rFonts w:ascii="Times New Roman" w:eastAsia="宋体" w:hAnsi="宋体"/>
          <w:color w:val="000000" w:themeColor="text1"/>
        </w:rPr>
        <w:t>happy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happy</w:t>
      </w:r>
      <w:r w:rsidRPr="001672F7">
        <w:rPr>
          <w:rFonts w:ascii="Times New Roman" w:eastAsia="宋体" w:hAnsi="Times New Roman" w:cs="Times New Roman"/>
          <w:color w:val="000000" w:themeColor="text1"/>
        </w:rPr>
        <w:t>→</w:t>
      </w:r>
      <w:r w:rsidRPr="001672F7">
        <w:rPr>
          <w:rFonts w:ascii="Times New Roman" w:eastAsia="宋体" w:hAnsi="宋体"/>
          <w:color w:val="000000" w:themeColor="text1"/>
        </w:rPr>
        <w:t>uneasy</w:t>
      </w:r>
      <w:r w:rsidRPr="001672F7">
        <w:rPr>
          <w:rFonts w:ascii="Times New Roman" w:eastAsia="宋体" w:hAnsi="Times New Roman" w:cs="Times New Roman"/>
          <w:color w:val="000000" w:themeColor="text1"/>
        </w:rPr>
        <w:t>→</w:t>
      </w:r>
      <w:r w:rsidRPr="001672F7">
        <w:rPr>
          <w:rFonts w:ascii="Times New Roman" w:eastAsia="宋体" w:hAnsi="宋体"/>
          <w:color w:val="000000" w:themeColor="text1"/>
        </w:rPr>
        <w:t>upset</w:t>
      </w:r>
      <w:r w:rsidRPr="001672F7">
        <w:rPr>
          <w:rFonts w:ascii="Times New Roman" w:eastAsia="宋体" w:hAnsi="Times New Roman" w:cs="Times New Roman"/>
          <w:color w:val="000000" w:themeColor="text1"/>
        </w:rPr>
        <w:t>→</w:t>
      </w:r>
      <w:r w:rsidRPr="001672F7">
        <w:rPr>
          <w:rFonts w:ascii="Times New Roman" w:eastAsia="宋体" w:hAnsi="宋体"/>
          <w:color w:val="000000" w:themeColor="text1"/>
        </w:rPr>
        <w:t>angry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 underlined word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forgive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 xml:space="preserve"> probably means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>in Chinese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原谅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帮助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操心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can we learn from the passage?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Friends should help each other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We need a lot of friends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Sometimes we need to say sorry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C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When I was a kid, my mom would let me help her make popcorn on cold winter nights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We would prepare a pan, some oil and butter, and wait for the first popcorn to pop with an exciting sound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Then, we would shake the pan over the stove (</w:t>
      </w:r>
      <w:r w:rsidRPr="001672F7">
        <w:rPr>
          <w:rFonts w:ascii="Times New Roman" w:eastAsia="宋体" w:hAnsi="宋体"/>
          <w:color w:val="000000" w:themeColor="text1"/>
        </w:rPr>
        <w:t>炉子</w:t>
      </w:r>
      <w:r w:rsidRPr="001672F7">
        <w:rPr>
          <w:rFonts w:ascii="Times New Roman" w:eastAsia="宋体" w:hAnsi="宋体"/>
          <w:color w:val="000000" w:themeColor="text1"/>
        </w:rPr>
        <w:t>) to keep the popcorn from burning(</w:t>
      </w:r>
      <w:r w:rsidRPr="001672F7">
        <w:rPr>
          <w:rFonts w:ascii="Times New Roman" w:eastAsia="宋体" w:hAnsi="宋体"/>
          <w:color w:val="000000" w:themeColor="text1"/>
        </w:rPr>
        <w:t>烧焦</w:t>
      </w:r>
      <w:r w:rsidRPr="001672F7">
        <w:rPr>
          <w:rFonts w:ascii="Times New Roman" w:eastAsia="宋体" w:hAnsi="宋体"/>
          <w:color w:val="000000" w:themeColor="text1"/>
        </w:rPr>
        <w:t>)</w:t>
      </w:r>
      <w:r w:rsidRPr="001672F7">
        <w:rPr>
          <w:rFonts w:ascii="Times New Roman" w:eastAsia="宋体" w:hAnsi="Times New Roman" w:cs="Times New Roman"/>
          <w:color w:val="000000" w:themeColor="text1"/>
        </w:rPr>
        <w:t>—</w:t>
      </w:r>
      <w:r w:rsidRPr="001672F7">
        <w:rPr>
          <w:rFonts w:ascii="Times New Roman" w:eastAsia="宋体" w:hAnsi="宋体"/>
          <w:color w:val="000000" w:themeColor="text1"/>
        </w:rPr>
        <w:t>shake, shake, shake and pop, pop, pop</w:t>
      </w:r>
      <w:r w:rsidRPr="001672F7">
        <w:rPr>
          <w:rFonts w:ascii="Times New Roman" w:eastAsia="宋体" w:hAnsi="Times New Roman" w:cs="Times New Roman"/>
          <w:color w:val="000000" w:themeColor="text1"/>
        </w:rPr>
        <w:t>—</w:t>
      </w:r>
      <w:r w:rsidRPr="001672F7">
        <w:rPr>
          <w:rFonts w:ascii="Times New Roman" w:eastAsia="宋体" w:hAnsi="宋体"/>
          <w:color w:val="000000" w:themeColor="text1"/>
        </w:rPr>
        <w:t>until the pan was filled with delicious popcorn!Mom would pour it all into a big bowl and add some sugar on top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Later, we would all come to the living room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Dad would sit in his chair, while my mom, brothers, and I would relax on the sofa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There was always a lot of popcorn to share, and mom even let me eat the half-popped corn kernels (</w:t>
      </w:r>
      <w:r w:rsidRPr="001672F7">
        <w:rPr>
          <w:rFonts w:ascii="Times New Roman" w:eastAsia="宋体" w:hAnsi="宋体"/>
          <w:color w:val="000000" w:themeColor="text1"/>
        </w:rPr>
        <w:t>玉米粒</w:t>
      </w:r>
      <w:r w:rsidRPr="001672F7">
        <w:rPr>
          <w:rFonts w:ascii="Times New Roman" w:eastAsia="宋体" w:hAnsi="宋体"/>
          <w:color w:val="000000" w:themeColor="text1"/>
        </w:rPr>
        <w:t>)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The funny thing is that I have already forgotten the shows we watched, but I still remember the smell of the popcorn, the warmth of the bowl, and the joy of being with my family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felt safe and happy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We didn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have a big house, expensive snacks or much money, but our love for each other was everything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the little moments like these that matter most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They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re magical (</w:t>
      </w:r>
      <w:r w:rsidRPr="001672F7">
        <w:rPr>
          <w:rFonts w:ascii="Times New Roman" w:eastAsia="宋体" w:hAnsi="宋体"/>
          <w:color w:val="000000" w:themeColor="text1"/>
        </w:rPr>
        <w:t>有魔力的</w:t>
      </w:r>
      <w:r w:rsidRPr="001672F7">
        <w:rPr>
          <w:rFonts w:ascii="Times New Roman" w:eastAsia="宋体" w:hAnsi="宋体"/>
          <w:color w:val="000000" w:themeColor="text1"/>
        </w:rPr>
        <w:t>) everyday gifts and memories that last forever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So, remember to enjoy these moments and the love that comes with them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are what truly make life beautiful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did the writer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mom do on cold winter nights?</w:t>
      </w:r>
    </w:p>
    <w:p w:rsidR="00BE18C8" w:rsidRPr="001672F7" w:rsidRDefault="00BE18C8" w:rsidP="00083700">
      <w:pPr>
        <w:tabs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 read books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="00083700">
        <w:rPr>
          <w:rFonts w:ascii="Times New Roman" w:eastAsia="宋体" w:hAnsi="宋体"/>
          <w:color w:val="000000" w:themeColor="text1"/>
        </w:rPr>
        <w:t xml:space="preserve">      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 made popcorn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 played games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made the writer feel happy and safe?</w:t>
      </w:r>
    </w:p>
    <w:p w:rsidR="00083700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delicious food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083700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comfortable sofa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love in the family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What may the underlined word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They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 xml:space="preserve"> in the last paragraph refer to?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Parents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Brothers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little moments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is the main idea of the article?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Family members are our best friends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Little moments make life wonderful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Popcorn is a good snack for children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第二节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楷体" w:hAnsi="楷体"/>
          <w:color w:val="000000" w:themeColor="text1"/>
        </w:rPr>
        <w:t>共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楷体" w:hAnsi="楷体"/>
          <w:color w:val="000000" w:themeColor="text1"/>
        </w:rPr>
        <w:t>小题</w:t>
      </w:r>
      <w:r w:rsidRPr="001672F7">
        <w:rPr>
          <w:rFonts w:ascii="Times New Roman" w:eastAsia="宋体" w:hAnsi="宋体"/>
          <w:color w:val="000000" w:themeColor="text1"/>
        </w:rPr>
        <w:t>;</w:t>
      </w:r>
      <w:r w:rsidRPr="001672F7">
        <w:rPr>
          <w:rFonts w:ascii="Times New Roman" w:eastAsia="楷体" w:hAnsi="楷体"/>
          <w:color w:val="000000" w:themeColor="text1"/>
        </w:rPr>
        <w:t>每小题</w:t>
      </w: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楷体" w:hAnsi="楷体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楷体" w:hAnsi="楷体"/>
          <w:color w:val="000000" w:themeColor="text1"/>
        </w:rPr>
        <w:t>满分</w:t>
      </w:r>
      <w:r w:rsidRPr="001672F7">
        <w:rPr>
          <w:rFonts w:ascii="Times New Roman" w:eastAsia="宋体" w:hAnsi="宋体"/>
          <w:color w:val="000000" w:themeColor="text1"/>
        </w:rPr>
        <w:t>10</w:t>
      </w:r>
      <w:r w:rsidRPr="001672F7">
        <w:rPr>
          <w:rFonts w:ascii="Times New Roman" w:eastAsia="楷体" w:hAnsi="楷体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从短文后框内选项中选出可以填入空白处的最佳选项。选项中有一项为多余选项。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Mr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and Mrs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Van Buren travel a lot because of their work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don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have much time to stay at home, so they decide to take their children, Gina and Bill, to travel with them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58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They study at home, and their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home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 xml:space="preserve"> changes once a month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are in different countries every month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59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Today, Gina and Bill are visiting a museum in Paris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Gina loves the museum very much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There are lots of wonderful artworks and paintings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 has spent almost a day watching these beautiful and famous paintings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60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Bill and Gina have been to many places around the world, so the easiest subject for them is geography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They have learned it from real life:they have visited a lot of countries and they have seen real lakes, rivers, mountains and other things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more, they have also learned other subjects from their parents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61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And Mr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Van Buren teaches them languages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children also use the Internet a lot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send their homework to their teachers and get notes from their classmates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62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Bill and Gina love to travel with their parents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Van Buren teaches them maths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This month the Van Buren family is in France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met with many difficulties during their trip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also talk with their friends on the Internet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Bill is interested in art and he loves these paintings too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F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children have lessons every day, but not in a classroom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第三节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楷体" w:hAnsi="楷体"/>
          <w:color w:val="000000" w:themeColor="text1"/>
        </w:rPr>
        <w:t>共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楷体" w:hAnsi="楷体"/>
          <w:color w:val="000000" w:themeColor="text1"/>
        </w:rPr>
        <w:t>小题</w:t>
      </w:r>
      <w:r w:rsidRPr="001672F7">
        <w:rPr>
          <w:rFonts w:ascii="Times New Roman" w:eastAsia="宋体" w:hAnsi="宋体"/>
          <w:color w:val="000000" w:themeColor="text1"/>
        </w:rPr>
        <w:t>;</w:t>
      </w:r>
      <w:r w:rsidRPr="001672F7">
        <w:rPr>
          <w:rFonts w:ascii="Times New Roman" w:eastAsia="楷体" w:hAnsi="楷体"/>
          <w:color w:val="000000" w:themeColor="text1"/>
        </w:rPr>
        <w:t>每小题</w:t>
      </w: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楷体" w:hAnsi="楷体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楷体" w:hAnsi="楷体"/>
          <w:color w:val="000000" w:themeColor="text1"/>
        </w:rPr>
        <w:t>满分</w:t>
      </w:r>
      <w:r w:rsidRPr="001672F7">
        <w:rPr>
          <w:rFonts w:ascii="Times New Roman" w:eastAsia="宋体" w:hAnsi="宋体"/>
          <w:color w:val="000000" w:themeColor="text1"/>
        </w:rPr>
        <w:t>10</w:t>
      </w:r>
      <w:r w:rsidRPr="001672F7">
        <w:rPr>
          <w:rFonts w:ascii="Times New Roman" w:eastAsia="楷体" w:hAnsi="楷体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根据其内容填空和回答问题。</w:t>
      </w:r>
      <w:r w:rsidRPr="001672F7">
        <w:rPr>
          <w:rFonts w:ascii="Times New Roman" w:eastAsia="宋体" w:hAnsi="宋体"/>
          <w:color w:val="000000" w:themeColor="text1"/>
        </w:rPr>
        <w:t>(63</w:t>
      </w:r>
      <w:r w:rsidRPr="001672F7">
        <w:rPr>
          <w:rFonts w:ascii="Times New Roman" w:eastAsia="宋体" w:hAnsi="宋体"/>
          <w:color w:val="000000" w:themeColor="text1"/>
        </w:rPr>
        <w:t>至</w:t>
      </w:r>
      <w:r w:rsidRPr="001672F7">
        <w:rPr>
          <w:rFonts w:ascii="Times New Roman" w:eastAsia="宋体" w:hAnsi="宋体"/>
          <w:color w:val="000000" w:themeColor="text1"/>
        </w:rPr>
        <w:t>66</w:t>
      </w:r>
      <w:r w:rsidRPr="001672F7">
        <w:rPr>
          <w:rFonts w:ascii="Times New Roman" w:eastAsia="宋体" w:hAnsi="宋体"/>
          <w:color w:val="000000" w:themeColor="text1"/>
        </w:rPr>
        <w:t>题每题答案不超过</w:t>
      </w:r>
      <w:r w:rsidRPr="001672F7">
        <w:rPr>
          <w:rFonts w:ascii="Times New Roman" w:eastAsia="宋体" w:hAnsi="宋体"/>
          <w:color w:val="000000" w:themeColor="text1"/>
        </w:rPr>
        <w:t>3</w:t>
      </w:r>
      <w:r w:rsidRPr="001672F7">
        <w:rPr>
          <w:rFonts w:ascii="Times New Roman" w:eastAsia="宋体" w:hAnsi="宋体"/>
          <w:color w:val="000000" w:themeColor="text1"/>
        </w:rPr>
        <w:t>个单词</w:t>
      </w:r>
      <w:r w:rsidRPr="001672F7">
        <w:rPr>
          <w:rFonts w:ascii="Times New Roman" w:eastAsia="宋体" w:hAnsi="宋体"/>
          <w:color w:val="000000" w:themeColor="text1"/>
        </w:rPr>
        <w:t>,67</w:t>
      </w:r>
      <w:r w:rsidRPr="001672F7">
        <w:rPr>
          <w:rFonts w:ascii="Times New Roman" w:eastAsia="宋体" w:hAnsi="宋体"/>
          <w:color w:val="000000" w:themeColor="text1"/>
        </w:rPr>
        <w:t>题须用完整句子回答。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There are many kinds of amazing animals in the world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Have you heard of Canada geese?They can teach us a lesson about teamwork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In autumn, Canada geese fly south to escape (</w:t>
      </w:r>
      <w:r w:rsidRPr="001672F7">
        <w:rPr>
          <w:rFonts w:ascii="Times New Roman" w:eastAsia="宋体" w:hAnsi="宋体"/>
          <w:color w:val="000000" w:themeColor="text1"/>
        </w:rPr>
        <w:t>逃离</w:t>
      </w:r>
      <w:r w:rsidRPr="001672F7">
        <w:rPr>
          <w:rFonts w:ascii="Times New Roman" w:eastAsia="宋体" w:hAnsi="宋体"/>
          <w:color w:val="000000" w:themeColor="text1"/>
        </w:rPr>
        <w:t>) the cold winter of Canada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When they first take off, they fly in no particular order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However, they soon form a V shape, with one bird leading the group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The V shape helps the geese save energy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lead bird flaps its wings, and the resulting air current (</w:t>
      </w:r>
      <w:r w:rsidRPr="001672F7">
        <w:rPr>
          <w:rFonts w:ascii="Times New Roman" w:eastAsia="宋体" w:hAnsi="宋体"/>
          <w:color w:val="000000" w:themeColor="text1"/>
        </w:rPr>
        <w:t>气流</w:t>
      </w:r>
      <w:r w:rsidRPr="001672F7">
        <w:rPr>
          <w:rFonts w:ascii="Times New Roman" w:eastAsia="宋体" w:hAnsi="宋体"/>
          <w:color w:val="000000" w:themeColor="text1"/>
        </w:rPr>
        <w:t>) helps lift the bird behind it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Each bird follows suit, creating a flight pattern that reduces the energy needed for the journey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bird at the front of the V has the hardest job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When it gets tired, another bird moves to the front and takes its place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sharing this job, the group can travel great distances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Canada geese flying in a V shape can travel up to 70% farther without resting compared to birds flying alone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During their long journey, the geese communicate with each other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honk (</w:t>
      </w:r>
      <w:r w:rsidRPr="001672F7">
        <w:rPr>
          <w:rFonts w:ascii="Times New Roman" w:eastAsia="宋体" w:hAnsi="宋体"/>
          <w:color w:val="000000" w:themeColor="text1"/>
        </w:rPr>
        <w:t>鸣叫</w:t>
      </w:r>
      <w:r w:rsidRPr="001672F7">
        <w:rPr>
          <w:rFonts w:ascii="Times New Roman" w:eastAsia="宋体" w:hAnsi="宋体"/>
          <w:color w:val="000000" w:themeColor="text1"/>
        </w:rPr>
        <w:t>) to encourage the birds in front to keep speed, and they cheer each other on as they work toward the same destination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What can we learn from the Canada geese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experience?The importance of working together!Whether in our personal lives or at work, we all benefit from the spirit of teamwork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Canada geese fly to the warm south in autumn to escape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Canada geese form a V shape to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</w:t>
      </w:r>
      <w:r w:rsidRPr="001672F7">
        <w:rPr>
          <w:rFonts w:ascii="Times New Roman" w:eastAsia="宋体" w:hAnsi="宋体"/>
          <w:color w:val="000000" w:themeColor="text1"/>
        </w:rPr>
        <w:t>when they fly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When the lead bird gets tired, another bird moves to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</w:t>
      </w:r>
      <w:r w:rsidRPr="001672F7">
        <w:rPr>
          <w:rFonts w:ascii="Times New Roman" w:eastAsia="宋体" w:hAnsi="宋体"/>
          <w:color w:val="000000" w:themeColor="text1"/>
        </w:rPr>
        <w:t>and takes its place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Canada geese communicate with one another by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According to the passage, what is important in our lives or at work?</w:t>
      </w:r>
    </w:p>
    <w:p w:rsidR="00083700" w:rsidRPr="00513DA5" w:rsidRDefault="00083700" w:rsidP="0008370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第四部分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语言运用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共两节</w:t>
      </w:r>
      <w:r w:rsidRPr="001672F7">
        <w:rPr>
          <w:rFonts w:ascii="Times New Roman" w:eastAsia="宋体" w:hAnsi="宋体"/>
          <w:color w:val="000000" w:themeColor="text1"/>
          <w:sz w:val="26"/>
        </w:rPr>
        <w:t>,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25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第一节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楷体" w:hAnsi="楷体"/>
          <w:color w:val="000000" w:themeColor="text1"/>
        </w:rPr>
        <w:t>共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楷体" w:hAnsi="楷体"/>
          <w:color w:val="000000" w:themeColor="text1"/>
        </w:rPr>
        <w:t>小题</w:t>
      </w:r>
      <w:r w:rsidRPr="001672F7">
        <w:rPr>
          <w:rFonts w:ascii="Times New Roman" w:eastAsia="宋体" w:hAnsi="宋体"/>
          <w:color w:val="000000" w:themeColor="text1"/>
        </w:rPr>
        <w:t>;</w:t>
      </w:r>
      <w:r w:rsidRPr="001672F7">
        <w:rPr>
          <w:rFonts w:ascii="Times New Roman" w:eastAsia="楷体" w:hAnsi="楷体"/>
          <w:color w:val="000000" w:themeColor="text1"/>
        </w:rPr>
        <w:t>每小题</w:t>
      </w: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楷体" w:hAnsi="楷体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楷体" w:hAnsi="楷体"/>
          <w:color w:val="000000" w:themeColor="text1"/>
        </w:rPr>
        <w:t>满分</w:t>
      </w:r>
      <w:r w:rsidRPr="001672F7">
        <w:rPr>
          <w:rFonts w:ascii="Times New Roman" w:eastAsia="宋体" w:hAnsi="宋体"/>
          <w:color w:val="000000" w:themeColor="text1"/>
        </w:rPr>
        <w:t>10</w:t>
      </w:r>
      <w:r w:rsidRPr="001672F7">
        <w:rPr>
          <w:rFonts w:ascii="Times New Roman" w:eastAsia="楷体" w:hAnsi="楷体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根据中文意思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补全英语译文。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宋体" w:hAnsi="宋体"/>
          <w:color w:val="000000" w:themeColor="text1"/>
        </w:rPr>
        <w:t>每空限填一词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缩写算一词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我们准备好开始新的学期了。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We are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start our new semester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我们经常在周末聚在一起打篮球。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We often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on weekends to play basketball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70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我找不到我的英语书了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我得去找找。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I can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find my English book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I have to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71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我和妈妈这周日要去购物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买一些新衣服。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My mother and I will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1672F7">
        <w:rPr>
          <w:rFonts w:ascii="Times New Roman" w:eastAsia="宋体" w:hAnsi="宋体"/>
          <w:color w:val="000000" w:themeColor="text1"/>
        </w:rPr>
        <w:t>this Sunday to buy some new clothes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72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我们有很多共同点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比如喜欢阅读和踢足球。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We have a lot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 w:rsidRPr="001672F7">
        <w:rPr>
          <w:rFonts w:ascii="Times New Roman" w:eastAsia="宋体" w:hAnsi="宋体"/>
          <w:color w:val="000000" w:themeColor="text1"/>
        </w:rPr>
        <w:t>, such as loving reading and playing football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</w:rPr>
        <w:t>第二节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楷体" w:hAnsi="楷体"/>
          <w:color w:val="000000" w:themeColor="text1"/>
        </w:rPr>
        <w:t>共</w:t>
      </w:r>
      <w:r w:rsidRPr="001672F7">
        <w:rPr>
          <w:rFonts w:ascii="Times New Roman" w:eastAsia="宋体" w:hAnsi="宋体"/>
          <w:color w:val="000000" w:themeColor="text1"/>
        </w:rPr>
        <w:t>10</w:t>
      </w:r>
      <w:r w:rsidRPr="001672F7">
        <w:rPr>
          <w:rFonts w:ascii="Times New Roman" w:eastAsia="楷体" w:hAnsi="楷体"/>
          <w:color w:val="000000" w:themeColor="text1"/>
        </w:rPr>
        <w:t>小题</w:t>
      </w:r>
      <w:r w:rsidRPr="001672F7">
        <w:rPr>
          <w:rFonts w:ascii="Times New Roman" w:eastAsia="宋体" w:hAnsi="宋体"/>
          <w:color w:val="000000" w:themeColor="text1"/>
        </w:rPr>
        <w:t>;</w:t>
      </w:r>
      <w:r w:rsidRPr="001672F7">
        <w:rPr>
          <w:rFonts w:ascii="Times New Roman" w:eastAsia="楷体" w:hAnsi="楷体"/>
          <w:color w:val="000000" w:themeColor="text1"/>
        </w:rPr>
        <w:t>每小题</w:t>
      </w: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楷体" w:hAnsi="楷体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楷体" w:hAnsi="楷体"/>
          <w:color w:val="000000" w:themeColor="text1"/>
        </w:rPr>
        <w:t>满分</w:t>
      </w:r>
      <w:r w:rsidRPr="001672F7">
        <w:rPr>
          <w:rFonts w:ascii="Times New Roman" w:eastAsia="宋体" w:hAnsi="宋体"/>
          <w:color w:val="000000" w:themeColor="text1"/>
        </w:rPr>
        <w:t>15</w:t>
      </w:r>
      <w:r w:rsidRPr="001672F7">
        <w:rPr>
          <w:rFonts w:ascii="Times New Roman" w:eastAsia="楷体" w:hAnsi="楷体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在空白处填入</w:t>
      </w: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宋体" w:hAnsi="宋体"/>
          <w:color w:val="000000" w:themeColor="text1"/>
        </w:rPr>
        <w:t>个适当的单词或括号内单词的正确形式。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A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Memorable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Camp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Experience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Last summer, I went to camp with my classmates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It was </w:t>
      </w:r>
      <w:r w:rsidRPr="001672F7">
        <w:rPr>
          <w:rFonts w:ascii="Times New Roman" w:eastAsia="宋体" w:hAnsi="Times New Roman"/>
          <w:b/>
          <w:color w:val="000000" w:themeColor="text1"/>
        </w:rPr>
        <w:t>73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 amazing journey that 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ll always remember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At first, the camp did not </w:t>
      </w:r>
      <w:r w:rsidRPr="001672F7">
        <w:rPr>
          <w:rFonts w:ascii="Times New Roman" w:eastAsia="宋体" w:hAnsi="Times New Roman"/>
          <w:b/>
          <w:color w:val="000000" w:themeColor="text1"/>
        </w:rPr>
        <w:t>74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(appear) to be very special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But as the days went by, I </w:t>
      </w:r>
      <w:r w:rsidRPr="001672F7">
        <w:rPr>
          <w:rFonts w:ascii="Times New Roman" w:eastAsia="宋体" w:hAnsi="Times New Roman"/>
          <w:b/>
          <w:color w:val="000000" w:themeColor="text1"/>
        </w:rPr>
        <w:t>75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672F7">
        <w:rPr>
          <w:rFonts w:ascii="Times New Roman" w:eastAsia="宋体" w:hAnsi="宋体"/>
          <w:color w:val="000000" w:themeColor="text1"/>
        </w:rPr>
        <w:t>(actual) found a lot of fun in it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 </w:t>
      </w:r>
      <w:r w:rsidRPr="001672F7">
        <w:rPr>
          <w:rFonts w:ascii="Times New Roman" w:eastAsia="宋体" w:hAnsi="Times New Roman"/>
          <w:b/>
          <w:color w:val="000000" w:themeColor="text1"/>
        </w:rPr>
        <w:t>76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(comfort) tents and the beautiful scenery in the mountains made the whole experience really </w:t>
      </w:r>
      <w:r w:rsidRPr="001672F7">
        <w:rPr>
          <w:rFonts w:ascii="Times New Roman" w:eastAsia="宋体" w:hAnsi="Times New Roman"/>
          <w:b/>
          <w:color w:val="000000" w:themeColor="text1"/>
        </w:rPr>
        <w:t>77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(pleasure)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78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 the camp, I got to know some outgoing classmates better, </w:t>
      </w:r>
      <w:r w:rsidRPr="001672F7">
        <w:rPr>
          <w:rFonts w:ascii="Times New Roman" w:eastAsia="宋体" w:hAnsi="Times New Roman"/>
          <w:b/>
          <w:color w:val="000000" w:themeColor="text1"/>
        </w:rPr>
        <w:t>79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5002A3E" wp14:editId="52617187">
            <wp:extent cx="915840" cy="164520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6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1584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672F7">
        <w:rPr>
          <w:rFonts w:ascii="Times New Roman" w:eastAsia="宋体" w:hAnsi="宋体"/>
          <w:color w:val="000000" w:themeColor="text1"/>
        </w:rPr>
        <w:t>(especial) those who were very good at singing and dancing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We learned the </w:t>
      </w:r>
      <w:r w:rsidRPr="001672F7">
        <w:rPr>
          <w:rFonts w:ascii="Times New Roman" w:eastAsia="宋体" w:hAnsi="Times New Roman"/>
          <w:b/>
          <w:color w:val="000000" w:themeColor="text1"/>
        </w:rPr>
        <w:t>80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(important) of teamwork when we cooked meals together and played games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There were also some </w:t>
      </w:r>
      <w:r w:rsidRPr="001672F7">
        <w:rPr>
          <w:rFonts w:ascii="Times New Roman" w:eastAsia="宋体" w:hAnsi="Times New Roman"/>
          <w:b/>
          <w:color w:val="000000" w:themeColor="text1"/>
        </w:rPr>
        <w:t>81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 w:rsidRPr="001672F7">
        <w:rPr>
          <w:rFonts w:ascii="Times New Roman" w:eastAsia="宋体" w:hAnsi="宋体"/>
          <w:color w:val="000000" w:themeColor="text1"/>
        </w:rPr>
        <w:t>(different) in our living habits, but we all managed to get along well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Whether it was sitting around the campfire </w:t>
      </w:r>
      <w:r w:rsidRPr="001672F7">
        <w:rPr>
          <w:rFonts w:ascii="Times New Roman" w:eastAsia="宋体" w:hAnsi="Times New Roman"/>
          <w:b/>
          <w:color w:val="000000" w:themeColor="text1"/>
        </w:rPr>
        <w:t>82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r w:rsidRPr="001672F7">
        <w:rPr>
          <w:rFonts w:ascii="Times New Roman" w:eastAsia="宋体" w:hAnsi="宋体"/>
          <w:color w:val="000000" w:themeColor="text1"/>
        </w:rPr>
        <w:t xml:space="preserve"> night or going for a walk in the morning, every moment was filled with joy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 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The camp was not just a short-term stay, it was a chance for us to grow and make new friends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 truly was a wonderful time in my life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/>
          <w:color w:val="000000" w:themeColor="text1"/>
          <w:sz w:val="26"/>
        </w:rPr>
        <w:t>第五部分</w:t>
      </w:r>
      <w:r w:rsidRPr="001672F7">
        <w:rPr>
          <w:rFonts w:ascii="Times New Roman" w:eastAsia="宋体" w:hAnsi="宋体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/>
          <w:color w:val="000000" w:themeColor="text1"/>
          <w:sz w:val="26"/>
        </w:rPr>
        <w:t>写作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25</w:t>
      </w:r>
      <w:r w:rsidRPr="001672F7">
        <w:rPr>
          <w:rFonts w:ascii="Times New Roman" w:eastAsia="楷体" w:hAnsi="楷体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地球是人类赖以生存的家园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请你以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Protect the Earth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>为题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根据以下提纲写一篇演讲稿。</w:t>
      </w:r>
    </w:p>
    <w:tbl>
      <w:tblPr>
        <w:tblW w:w="3781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12"/>
        <w:gridCol w:w="5140"/>
      </w:tblGrid>
      <w:tr w:rsidR="00BE18C8" w:rsidRPr="001672F7" w:rsidTr="00083700">
        <w:trPr>
          <w:trHeight w:val="629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问题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砍伐树木、捕杀动物</w:t>
            </w:r>
          </w:p>
        </w:tc>
      </w:tr>
      <w:tr w:rsidR="00BE18C8" w:rsidRPr="001672F7" w:rsidTr="00083700">
        <w:trPr>
          <w:trHeight w:val="252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后果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自拟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2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点</w:t>
            </w:r>
          </w:p>
        </w:tc>
      </w:tr>
      <w:tr w:rsidR="00BE18C8" w:rsidRPr="001672F7" w:rsidTr="00083700">
        <w:trPr>
          <w:trHeight w:val="256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措施</w:t>
            </w:r>
          </w:p>
        </w:tc>
        <w:tc>
          <w:tcPr>
            <w:tcW w:w="0" w:type="auto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E18C8" w:rsidRPr="001672F7" w:rsidRDefault="00BE18C8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自拟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2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点</w:t>
            </w:r>
          </w:p>
        </w:tc>
      </w:tr>
    </w:tbl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要求</w:t>
      </w:r>
      <w:r w:rsidRPr="001672F7">
        <w:rPr>
          <w:rFonts w:ascii="Times New Roman" w:eastAsia="宋体" w:hAnsi="宋体"/>
          <w:color w:val="000000" w:themeColor="text1"/>
        </w:rPr>
        <w:t>:1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要点齐全、表达准确、语句通顺、意思连贯</w:t>
      </w:r>
      <w:r w:rsidRPr="001672F7">
        <w:rPr>
          <w:rFonts w:ascii="Times New Roman" w:eastAsia="宋体" w:hAnsi="宋体"/>
          <w:color w:val="000000" w:themeColor="text1"/>
        </w:rPr>
        <w:t>;</w:t>
      </w:r>
    </w:p>
    <w:p w:rsidR="00BE18C8" w:rsidRPr="001672F7" w:rsidRDefault="00BE18C8" w:rsidP="0008370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可以适当发挥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不少于</w:t>
      </w:r>
      <w:r w:rsidRPr="001672F7">
        <w:rPr>
          <w:rFonts w:ascii="Times New Roman" w:eastAsia="宋体" w:hAnsi="宋体"/>
          <w:color w:val="000000" w:themeColor="text1"/>
        </w:rPr>
        <w:t>80</w:t>
      </w:r>
      <w:r w:rsidRPr="001672F7">
        <w:rPr>
          <w:rFonts w:ascii="Times New Roman" w:eastAsia="宋体" w:hAnsi="宋体"/>
          <w:color w:val="000000" w:themeColor="text1"/>
        </w:rPr>
        <w:t>词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短文开头已给出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/>
          <w:color w:val="000000" w:themeColor="text1"/>
        </w:rPr>
        <w:t>不计入总词数</w:t>
      </w:r>
      <w:r w:rsidRPr="001672F7">
        <w:rPr>
          <w:rFonts w:ascii="Times New Roman" w:eastAsia="宋体" w:hAnsi="宋体"/>
          <w:color w:val="000000" w:themeColor="text1"/>
        </w:rPr>
        <w:t>;</w:t>
      </w:r>
    </w:p>
    <w:p w:rsidR="00BE18C8" w:rsidRPr="001672F7" w:rsidRDefault="00BE18C8" w:rsidP="0008370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文中不能出现真实的姓名、校名和地名及其他相关信息。</w:t>
      </w:r>
    </w:p>
    <w:p w:rsidR="00BE18C8" w:rsidRPr="001672F7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Protect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the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Earth</w:t>
      </w:r>
    </w:p>
    <w:p w:rsidR="00083700" w:rsidRPr="00513DA5" w:rsidRDefault="00BE18C8" w:rsidP="00083700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80"/>
        <w:rPr>
          <w:rFonts w:ascii="Times New Roman" w:eastAsia="宋体" w:hAnsi="宋体"/>
        </w:rPr>
      </w:pPr>
      <w:r w:rsidRPr="001672F7">
        <w:rPr>
          <w:rFonts w:ascii="Times New Roman" w:eastAsia="宋体" w:hAnsi="宋体"/>
          <w:color w:val="000000" w:themeColor="text1"/>
        </w:rPr>
        <w:t>The Earth is our home and we have only one Earth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However, our environment is becoming worse and worse because of human activities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="00083700" w:rsidRPr="00083700">
        <w:rPr>
          <w:rFonts w:ascii="Times New Roman" w:eastAsia="宋体" w:hAnsi="宋体"/>
          <w:color w:val="FF0000"/>
          <w:u w:val="single" w:color="000000"/>
        </w:rPr>
        <w:t xml:space="preserve"> </w:t>
      </w:r>
      <w:r w:rsidR="00083700" w:rsidRPr="00513DA5">
        <w:rPr>
          <w:rFonts w:ascii="Times New Roman" w:eastAsia="宋体" w:hAnsi="宋体"/>
          <w:color w:val="FF0000"/>
          <w:u w:val="single" w:color="000000"/>
        </w:rPr>
        <w:t> </w:t>
      </w:r>
      <w:r w:rsidR="00083700"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083700" w:rsidRPr="00513DA5" w:rsidRDefault="00083700" w:rsidP="0008370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083700" w:rsidRPr="00513DA5" w:rsidRDefault="00083700" w:rsidP="0008370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083700" w:rsidRPr="00513DA5" w:rsidRDefault="00083700" w:rsidP="0008370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083700" w:rsidRPr="00513DA5" w:rsidRDefault="00083700" w:rsidP="0008370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083700" w:rsidRPr="00513DA5" w:rsidRDefault="00083700" w:rsidP="0008370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083700" w:rsidRPr="00513DA5" w:rsidRDefault="00083700" w:rsidP="0008370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083700" w:rsidRPr="00513DA5" w:rsidRDefault="00083700" w:rsidP="0008370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BE18C8" w:rsidRDefault="00BE18C8">
      <w:r>
        <w:br w:type="page"/>
      </w:r>
    </w:p>
    <w:p w:rsidR="00BE18C8" w:rsidRPr="00C8411E" w:rsidRDefault="00BE18C8" w:rsidP="00BE18C8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8411E">
        <w:rPr>
          <w:rFonts w:asciiTheme="minorEastAsia" w:eastAsiaTheme="minorEastAsia" w:hAnsiTheme="minorEastAsia"/>
          <w:szCs w:val="24"/>
        </w:rPr>
        <w:t>参考答案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附</w:t>
      </w:r>
      <w:r w:rsidRPr="00E03514">
        <w:rPr>
          <w:rFonts w:ascii="Times New Roman" w:eastAsia="宋体" w:hAnsi="宋体"/>
          <w:color w:val="000000" w:themeColor="text1"/>
          <w:szCs w:val="24"/>
        </w:rPr>
        <w:t>:</w:t>
      </w:r>
      <w:r w:rsidRPr="00E03514">
        <w:rPr>
          <w:rFonts w:ascii="Arial" w:eastAsia="黑体" w:hAnsi="黑体"/>
          <w:color w:val="000000" w:themeColor="text1"/>
          <w:szCs w:val="24"/>
        </w:rPr>
        <w:t>听力原文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第一节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选择与对话内容相符的图片。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W:Where did you go on your vacation, Peter?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 went to Mount Huangshan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W:Did you do anything interesting in Beijing, Binbin?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 climbed the Great Wall with my parents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W:Could you please help me hang up the photo, Jack?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M:Sure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W:Could you please sweep the floor, John?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M:OK, Mum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W:You play the Chinese flute better than anyone else in our music club, Han Lin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M:Thank you, but 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m afraid of performing alone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W:What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the largest animal in the world, Yaming?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the blue whale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第二节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听句子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选择与句子匹配的最佳应答。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Have a good winter holiday!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How was your vacation?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can help you water plants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Can you make some food for us?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Let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go to the Great Wall for the summer holiday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Which animal runs the fastest among all land animals?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第三节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选择最佳选项完成句子。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读两遍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W:Ken, is Peter heavier than you?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M:Yes, but he runs the fastest in our class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M:Kate, who is quieter, your sister Diana or you?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think she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quieter than me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And she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also smarter than me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M:The museum is far from here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Did you go there by bus, Lucy?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W:No, I rode my new bicycle to get there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W:I heard that you went to the farm near the town, Kevin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M:That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right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helped feed pigs there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M:Hi, Helen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Did you go anywhere on vacation?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W:Yeah, I went to the beach and played volleyball there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M:Mom, could I watch TV now?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W:No, you can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You have to do your homework first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第四节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根据对话内容及问题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选择最佳选项。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读两遍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听下面一段对话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19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20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W:Hello, Eric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Did you have a good time during your vacation?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M:Yes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had lots of fun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W:Did you go anywhere interesting?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M:Yes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I went to the countryside to visit my grandparents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W:What did you do there?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 did many interesting things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fed chickens, milked a cow and rode a horse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W:Sounds great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听下面一段对话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21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22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M:Your ten-year-old sister Tara is as tall as you, Mary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W:Yes, but 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m two years older than her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M:Is she shy?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don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think so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She is funny and outgoing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听下面一段对话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23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24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M:Could you please fold the shirt for me, Alice?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W:Sorry, I don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know how to fold it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M:Who folds the clothes for you?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W:My sister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think it is difficult for me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M:Well, what do you like doing?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like washing clothes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第五节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听短文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完成表中所缺信息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每空仅填一词。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读三遍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Many parents think that 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very difficult to get their children to do chores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My friend Eliza tells me that her son Vince only makes his bed and does not do other chores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Mia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parents also say their daughter can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t fold clothes well, but she likes going shopping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At my home, my daughter Anna can do some washing, sweep the floor and so on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For my other two children, they have different chores to do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My little son Tommy often cleans the rooms and his elder brother Jimmy does the dishes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All three children can do many chores at home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Of course, I often cook delicious food for them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答案</w:t>
      </w:r>
    </w:p>
    <w:p w:rsidR="00BE18C8" w:rsidRPr="00E03514" w:rsidRDefault="00BE18C8" w:rsidP="0008370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AABCAC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12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CAAAAB</w:t>
      </w:r>
    </w:p>
    <w:p w:rsidR="00BE18C8" w:rsidRPr="00E03514" w:rsidRDefault="00BE18C8" w:rsidP="0008370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13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18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AABCAB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19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24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BCCBBC</w:t>
      </w:r>
    </w:p>
    <w:p w:rsidR="00BE18C8" w:rsidRPr="00E03514" w:rsidRDefault="00BE18C8" w:rsidP="0008370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Make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shopping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Anna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washing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rooms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dishes</w:t>
      </w:r>
    </w:p>
    <w:p w:rsidR="00BE18C8" w:rsidRPr="00E03514" w:rsidRDefault="00BE18C8" w:rsidP="0008370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CAEBD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BACBC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ABACB</w:t>
      </w:r>
    </w:p>
    <w:p w:rsidR="00BE18C8" w:rsidRPr="00E03514" w:rsidRDefault="00BE18C8" w:rsidP="0008370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49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CACB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50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53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CBAC</w:t>
      </w:r>
    </w:p>
    <w:p w:rsidR="00BE18C8" w:rsidRPr="00E03514" w:rsidRDefault="00BE18C8" w:rsidP="0008370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54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57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BCCB</w:t>
      </w:r>
    </w:p>
    <w:p w:rsidR="00BE18C8" w:rsidRPr="00E03514" w:rsidRDefault="00BE18C8" w:rsidP="0008370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58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62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FBEAD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Canada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cold weather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save energy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 front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honking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Working together/The spirit of teamwork is important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08370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ready to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get together</w:t>
      </w:r>
    </w:p>
    <w:p w:rsidR="00BE18C8" w:rsidRPr="00E03514" w:rsidRDefault="00BE18C8" w:rsidP="0008370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look for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go shopping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in common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an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appear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actually</w:t>
      </w:r>
    </w:p>
    <w:p w:rsidR="00BE18C8" w:rsidRPr="00E03514" w:rsidRDefault="00BE18C8" w:rsidP="0008370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comfortable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pleasant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During</w:t>
      </w:r>
    </w:p>
    <w:p w:rsidR="00BE18C8" w:rsidRPr="00E03514" w:rsidRDefault="00BE18C8" w:rsidP="0008370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especially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80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importance</w:t>
      </w:r>
      <w:bookmarkStart w:id="0" w:name="_GoBack"/>
      <w:bookmarkEnd w:id="0"/>
    </w:p>
    <w:p w:rsidR="00BE18C8" w:rsidRPr="00E03514" w:rsidRDefault="00BE18C8" w:rsidP="0008370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81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differences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82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at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写作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Protect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the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Earth 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The Earth is our home and we have only one Earth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  <w:u w:val="single" w:color="000000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 xml:space="preserve"> However, our environment is becoming worse and worse because of human activities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  <w:u w:val="single" w:color="000000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> 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People cut down too many trees for farms and buildings,so there are fewer and fewer forests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As a result,many wild animals have nowhere to live or no food to eat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Meanwhile,some hunters hunt or kill animals for their fur or bones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Many wild animals may die or even die out because of this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BE18C8" w:rsidRPr="00E03514" w:rsidRDefault="00BE18C8" w:rsidP="00BE18C8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We should take action right now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 government should make laws to protect forests and wild animals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We students can also write to the newspapers or magazines to encourage everyone to protect the environment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647169" w:rsidRPr="00BE18C8" w:rsidRDefault="00647169" w:rsidP="00B50CDA"/>
    <w:sectPr w:rsidR="00647169" w:rsidRPr="00BE18C8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700" w:rsidRDefault="00083700" w:rsidP="00083700">
      <w:r>
        <w:separator/>
      </w:r>
    </w:p>
  </w:endnote>
  <w:endnote w:type="continuationSeparator" w:id="0">
    <w:p w:rsidR="00083700" w:rsidRDefault="00083700" w:rsidP="00083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700" w:rsidRDefault="00083700" w:rsidP="00083700">
      <w:r>
        <w:separator/>
      </w:r>
    </w:p>
  </w:footnote>
  <w:footnote w:type="continuationSeparator" w:id="0">
    <w:p w:rsidR="00083700" w:rsidRDefault="00083700" w:rsidP="00083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8C8"/>
    <w:rsid w:val="00083700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18C8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62DC82C-152E-41DE-8663-956A74ED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8C8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table" w:styleId="a4">
    <w:name w:val="Table Grid"/>
    <w:basedOn w:val="a1"/>
    <w:uiPriority w:val="59"/>
    <w:rsid w:val="00BE18C8"/>
    <w:rPr>
      <w:rFonts w:asciiTheme="minorHAnsi" w:eastAsiaTheme="minorEastAsia" w:hAnsi="NEU-BZ-S92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BE18C8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5"/>
    <w:uiPriority w:val="99"/>
    <w:rsid w:val="00BE18C8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6">
    <w:name w:val="footer"/>
    <w:basedOn w:val="a"/>
    <w:link w:val="Char0"/>
    <w:uiPriority w:val="99"/>
    <w:unhideWhenUsed/>
    <w:rsid w:val="00BE18C8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6"/>
    <w:uiPriority w:val="99"/>
    <w:rsid w:val="00BE18C8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7">
    <w:name w:val="List Paragraph"/>
    <w:basedOn w:val="a"/>
    <w:uiPriority w:val="34"/>
    <w:qFormat/>
    <w:rsid w:val="00BE18C8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BE18C8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BE18C8"/>
    <w:rPr>
      <w:rFonts w:ascii="Tahoma" w:eastAsia="方正书宋_GBK" w:hAnsi="Tahoma" w:cs="Tahoma"/>
      <w:color w:val="000000"/>
      <w:sz w:val="16"/>
      <w:szCs w:val="16"/>
    </w:rPr>
  </w:style>
  <w:style w:type="paragraph" w:styleId="a9">
    <w:name w:val="Quote"/>
    <w:basedOn w:val="a"/>
    <w:next w:val="a"/>
    <w:link w:val="Char2"/>
    <w:uiPriority w:val="29"/>
    <w:qFormat/>
    <w:rsid w:val="00BE18C8"/>
    <w:rPr>
      <w:i/>
      <w:iCs/>
      <w:color w:val="000000" w:themeColor="text1"/>
    </w:rPr>
  </w:style>
  <w:style w:type="character" w:customStyle="1" w:styleId="Char2">
    <w:name w:val="引用 Char"/>
    <w:basedOn w:val="a0"/>
    <w:link w:val="a9"/>
    <w:uiPriority w:val="29"/>
    <w:rsid w:val="00BE18C8"/>
    <w:rPr>
      <w:rFonts w:ascii="NEU-BZ-S92" w:eastAsia="方正书宋_GBK" w:hAnsi="NEU-BZ-S92" w:cstheme="minorBidi"/>
      <w:i/>
      <w:iCs/>
      <w:color w:val="000000" w:themeColor="text1"/>
      <w:sz w:val="24"/>
      <w:szCs w:val="22"/>
    </w:rPr>
  </w:style>
  <w:style w:type="table" w:styleId="-3">
    <w:name w:val="Light Shading Accent 3"/>
    <w:basedOn w:val="a1"/>
    <w:uiPriority w:val="60"/>
    <w:rsid w:val="00BE18C8"/>
    <w:rPr>
      <w:rFonts w:asciiTheme="minorHAnsi" w:eastAsiaTheme="minorEastAsia" w:hAnsi="NEU-BZ-S92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BE18C8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BE18C8"/>
    <w:rPr>
      <w:rFonts w:ascii="NEU-BZ-S92" w:eastAsia="方正书宋_GBK" w:hAnsi="NEU-BZ-S92" w:cstheme="minorBidi"/>
      <w:color w:val="000000"/>
      <w:sz w:val="24"/>
      <w:szCs w:val="22"/>
    </w:rPr>
  </w:style>
  <w:style w:type="character" w:customStyle="1" w:styleId="Char3">
    <w:name w:val="脚注文本 Char"/>
    <w:basedOn w:val="a0"/>
    <w:link w:val="aa"/>
    <w:uiPriority w:val="99"/>
    <w:semiHidden/>
    <w:rsid w:val="00BE18C8"/>
    <w:rPr>
      <w:sz w:val="18"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BE18C8"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BE18C8"/>
    <w:rPr>
      <w:rFonts w:ascii="NEU-BZ-S92" w:eastAsia="方正书宋_GBK" w:hAnsi="NEU-BZ-S92" w:cstheme="minorBidi"/>
      <w:color w:val="000000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BE18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2</TotalTime>
  <Pages>13</Pages>
  <Words>3815</Words>
  <Characters>14743</Characters>
  <Application>Microsoft Office Word</Application>
  <DocSecurity>0</DocSecurity>
  <Lines>122</Lines>
  <Paragraphs>37</Paragraphs>
  <ScaleCrop>false</ScaleCrop>
  <Company>微软中国</Company>
  <LinksUpToDate>false</LinksUpToDate>
  <CharactersWithSpaces>18521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2025-09-15T06:47:00Z</dcterms:created>
  <dcterms:modified xsi:type="dcterms:W3CDTF">2025-09-15T06:55:00Z</dcterms:modified>
</cp:coreProperties>
</file>