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b/>
          <w:color w:val="000000" w:themeColor="text1"/>
          <w:sz w:val="36"/>
        </w:rPr>
        <w:t>期末综合练习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仿宋" w:hAnsi="仿宋" w:hint="eastAsia"/>
          <w:color w:val="000000" w:themeColor="text1"/>
        </w:rPr>
        <w:t>时间</w:t>
      </w:r>
      <w:r w:rsidRPr="001672F7">
        <w:rPr>
          <w:rFonts w:ascii="Times New Roman" w:eastAsia="宋体" w:hAnsi="宋体"/>
          <w:color w:val="000000" w:themeColor="text1"/>
        </w:rPr>
        <w:t>:120</w:t>
      </w:r>
      <w:r w:rsidRPr="001672F7">
        <w:rPr>
          <w:rFonts w:ascii="Times New Roman" w:eastAsia="仿宋" w:hAnsi="仿宋" w:hint="eastAsia"/>
          <w:color w:val="000000" w:themeColor="text1"/>
        </w:rPr>
        <w:t>分钟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</w:t>
      </w:r>
      <w:r w:rsidRPr="001672F7">
        <w:rPr>
          <w:rFonts w:ascii="Times New Roman" w:eastAsia="仿宋" w:hAnsi="仿宋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:150</w:t>
      </w:r>
      <w:r w:rsidRPr="001672F7">
        <w:rPr>
          <w:rFonts w:ascii="Times New Roman" w:eastAsia="仿宋" w:hAnsi="仿宋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第一部分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听力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共五节</w:t>
      </w:r>
      <w:r w:rsidRPr="001672F7">
        <w:rPr>
          <w:rFonts w:ascii="Times New Roman" w:eastAsia="宋体" w:hAnsi="宋体"/>
          <w:color w:val="000000" w:themeColor="text1"/>
          <w:sz w:val="26"/>
        </w:rPr>
        <w:t>,30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个小题</w:t>
      </w:r>
      <w:r w:rsidRPr="001672F7">
        <w:rPr>
          <w:rFonts w:ascii="Times New Roman" w:eastAsia="宋体" w:hAnsi="宋体"/>
          <w:color w:val="000000" w:themeColor="text1"/>
          <w:sz w:val="26"/>
        </w:rPr>
        <w:t>;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每小题</w:t>
      </w:r>
      <w:r w:rsidRPr="001672F7">
        <w:rPr>
          <w:rFonts w:ascii="Times New Roman" w:eastAsia="宋体" w:hAnsi="宋体"/>
          <w:color w:val="000000" w:themeColor="text1"/>
          <w:sz w:val="26"/>
        </w:rPr>
        <w:t>1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30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第一节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选择与对话内容相符的图片。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810237C" wp14:editId="6E2DF781">
            <wp:extent cx="4163695" cy="677545"/>
            <wp:effectExtent l="0" t="0" r="8255" b="8255"/>
            <wp:docPr id="7" name="图片 7" descr="id:21474846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25.eps" descr="id:2147484699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9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47CF730" wp14:editId="7923D8DB">
            <wp:extent cx="4147185" cy="563245"/>
            <wp:effectExtent l="0" t="0" r="5715" b="8255"/>
            <wp:docPr id="6" name="图片 6" descr="id:21474847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26.eps" descr="id:2147484706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18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F434377" wp14:editId="02801A74">
            <wp:extent cx="4220845" cy="848995"/>
            <wp:effectExtent l="0" t="0" r="8255" b="8255"/>
            <wp:docPr id="5" name="图片 5" descr="id:21474847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27.eps" descr="id:2147484713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7838F1D" wp14:editId="5D15FD23">
            <wp:extent cx="4229100" cy="840740"/>
            <wp:effectExtent l="0" t="0" r="0" b="0"/>
            <wp:docPr id="4" name="图片 4" descr="id:21474847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28.eps" descr="id:2147484720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F9D21FD" wp14:editId="3A2DC240">
            <wp:extent cx="4229100" cy="718185"/>
            <wp:effectExtent l="0" t="0" r="0" b="5715"/>
            <wp:docPr id="3" name="图片 3" descr="id:21474847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29.eps" descr="id:2147484727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881D4D7" wp14:editId="77CEE96F">
            <wp:extent cx="4229100" cy="645160"/>
            <wp:effectExtent l="0" t="0" r="0" b="2540"/>
            <wp:docPr id="2" name="图片 2" descr="id:2147484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8KRG30.eps" descr="id:2147484734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第二节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听句子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选择与句子匹配的最佳应答。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读一遍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studying hard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Very well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933A30">
      <w:pPr>
        <w:tabs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am a student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  <w:r w:rsidR="00933A30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a teacher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is five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Next week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bus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you are right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want to do homework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want to live in London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want to be a singer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lastRenderedPageBreak/>
        <w:t>11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they do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they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they won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can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No, I don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Yes, I am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第三节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选择最佳选项完成句子。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football match is going to begin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7:45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8:45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8:15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girl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ruler is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green one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white one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blue one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man wants to be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an actor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pilot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teacher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Helen might work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Hangzhou or Beijing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Beijing or Shanghai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Hangzhou or Shanghai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 speakers are talking about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hobbies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resolutions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wishes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We can know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Susan is reading </w:t>
      </w:r>
      <w:r w:rsidRPr="001672F7">
        <w:rPr>
          <w:rFonts w:ascii="Times New Roman" w:eastAsia="宋体" w:hAnsi="宋体"/>
          <w:i/>
          <w:color w:val="000000" w:themeColor="text1"/>
        </w:rPr>
        <w:t>Little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Women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Susan finished reading </w:t>
      </w:r>
      <w:r w:rsidRPr="001672F7">
        <w:rPr>
          <w:rFonts w:ascii="Times New Roman" w:eastAsia="宋体" w:hAnsi="宋体"/>
          <w:i/>
          <w:color w:val="000000" w:themeColor="text1"/>
        </w:rPr>
        <w:t>The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Old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Man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and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the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i/>
          <w:color w:val="000000" w:themeColor="text1"/>
        </w:rPr>
        <w:t>Sea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Susan asks Bob to read with her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第四节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根据对话内容及问题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选择最佳选项。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读两遍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听下面一段对话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19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20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19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is Ben going to university?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March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June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September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Ben want to be?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computer programmer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soccer player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soccer teacher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听下面一段对话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21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22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Tony think the future will be like?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lastRenderedPageBreak/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Cities will be more beautiful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Cities will be more polluted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There will be more trees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are they talking about?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to plant trees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to save the earth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to use less water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eastAsia="方正宋黑_GBK" w:hint="eastAsia"/>
          <w:color w:val="000000" w:themeColor="text1"/>
        </w:rPr>
        <w:t>听下面一段对话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eastAsia="方正宋黑_GBK" w:hint="eastAsia"/>
          <w:color w:val="000000" w:themeColor="text1"/>
        </w:rPr>
        <w:t>回答第</w:t>
      </w:r>
      <w:r w:rsidRPr="001672F7">
        <w:rPr>
          <w:rFonts w:ascii="Times New Roman" w:eastAsia="宋体" w:hAnsi="宋体"/>
          <w:color w:val="000000" w:themeColor="text1"/>
        </w:rPr>
        <w:t>23</w:t>
      </w:r>
      <w:r w:rsidRPr="001672F7">
        <w:rPr>
          <w:rFonts w:eastAsia="方正宋黑_GBK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24</w:t>
      </w:r>
      <w:r w:rsidRPr="001672F7">
        <w:rPr>
          <w:rFonts w:eastAsia="方正宋黑_GBK" w:hint="eastAsia"/>
          <w:color w:val="000000" w:themeColor="text1"/>
        </w:rPr>
        <w:t>题。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does the girl want to make for Tom?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Fruit pizza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Fruit salad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Fruit juice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24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 they add last?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Honey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Yogurt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Sugar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第五节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</w:rPr>
        <w:t>听短文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完成表中所缺信息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Arial" w:eastAsia="黑体" w:hAnsi="黑体" w:hint="eastAsia"/>
          <w:color w:val="000000" w:themeColor="text1"/>
        </w:rPr>
        <w:t>每空仅填一词。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Arial" w:eastAsia="黑体" w:hAnsi="黑体" w:hint="eastAsia"/>
          <w:color w:val="000000" w:themeColor="text1"/>
        </w:rPr>
        <w:t>读三遍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96"/>
        <w:gridCol w:w="7585"/>
      </w:tblGrid>
      <w:tr w:rsidR="00522FD2" w:rsidRPr="001672F7" w:rsidTr="00933A30">
        <w:trPr>
          <w:jc w:val="center"/>
        </w:trPr>
        <w:tc>
          <w:tcPr>
            <w:tcW w:w="5000" w:type="pct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How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to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Make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25</w:t>
            </w:r>
            <w:r w:rsidRPr="001672F7">
              <w:rPr>
                <w:rFonts w:ascii="Times New Roman" w:eastAsia="宋体" w:hAnsi="Times New Roman" w:cs="Times New Roman"/>
                <w:b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  <w:u w:val="single" w:color="000000"/>
              </w:rPr>
              <w:t xml:space="preserve">　　　　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Soup </w:t>
            </w:r>
          </w:p>
        </w:tc>
      </w:tr>
      <w:tr w:rsidR="00522FD2" w:rsidRPr="001672F7" w:rsidTr="00933A30">
        <w:trPr>
          <w:jc w:val="center"/>
        </w:trPr>
        <w:tc>
          <w:tcPr>
            <w:tcW w:w="777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Ingredients</w:t>
            </w:r>
          </w:p>
        </w:tc>
        <w:tc>
          <w:tcPr>
            <w:tcW w:w="4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one onion, two carrots, some chicken, some butter and some honey</w:t>
            </w:r>
          </w:p>
        </w:tc>
      </w:tr>
      <w:tr w:rsidR="00522FD2" w:rsidRPr="001672F7" w:rsidTr="00933A30">
        <w:trPr>
          <w:jc w:val="center"/>
        </w:trPr>
        <w:tc>
          <w:tcPr>
            <w:tcW w:w="777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Step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1</w:t>
            </w:r>
          </w:p>
        </w:tc>
        <w:tc>
          <w:tcPr>
            <w:tcW w:w="4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Put some butter into a pot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Add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26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  <w:u w:val="single" w:color="000000"/>
              </w:rPr>
              <w:t xml:space="preserve">　　　　　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spoon(s) of honey into it and mix everything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 </w:t>
            </w:r>
          </w:p>
        </w:tc>
      </w:tr>
      <w:tr w:rsidR="00522FD2" w:rsidRPr="001672F7" w:rsidTr="00933A30">
        <w:trPr>
          <w:jc w:val="center"/>
        </w:trPr>
        <w:tc>
          <w:tcPr>
            <w:tcW w:w="777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Step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</w:t>
            </w:r>
          </w:p>
        </w:tc>
        <w:tc>
          <w:tcPr>
            <w:tcW w:w="4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Cut up the onion and carrots and put them into the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27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  <w:u w:val="single" w:color="000000"/>
              </w:rPr>
              <w:t xml:space="preserve">　　　　　　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 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Cook them for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28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  <w:u w:val="single" w:color="000000"/>
              </w:rPr>
              <w:t xml:space="preserve">　　　　　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minutes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 </w:t>
            </w:r>
          </w:p>
        </w:tc>
      </w:tr>
      <w:tr w:rsidR="00522FD2" w:rsidRPr="001672F7" w:rsidTr="00933A30">
        <w:trPr>
          <w:jc w:val="center"/>
        </w:trPr>
        <w:tc>
          <w:tcPr>
            <w:tcW w:w="777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Step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3</w:t>
            </w:r>
          </w:p>
        </w:tc>
        <w:tc>
          <w:tcPr>
            <w:tcW w:w="4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Put the chicken into the pot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Remember to add some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29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  <w:u w:val="single" w:color="000000"/>
              </w:rPr>
              <w:t xml:space="preserve">　　　　　　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 </w:t>
            </w:r>
          </w:p>
        </w:tc>
      </w:tr>
      <w:tr w:rsidR="00522FD2" w:rsidRPr="001672F7" w:rsidTr="00933A30">
        <w:trPr>
          <w:jc w:val="center"/>
        </w:trPr>
        <w:tc>
          <w:tcPr>
            <w:tcW w:w="777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Step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4</w:t>
            </w:r>
          </w:p>
        </w:tc>
        <w:tc>
          <w:tcPr>
            <w:tcW w:w="4223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Cook for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30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  <w:u w:val="single" w:color="000000"/>
              </w:rPr>
              <w:t xml:space="preserve">　　　　　　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thirty minutes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 </w:t>
            </w:r>
          </w:p>
        </w:tc>
      </w:tr>
    </w:tbl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第二部分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完形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共两节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 w:hint="eastAsia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 w:hint="eastAsia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从框内</w:t>
      </w:r>
      <w:r w:rsidRPr="001672F7">
        <w:rPr>
          <w:rFonts w:ascii="Times New Roman" w:eastAsia="宋体" w:hAnsi="宋体"/>
          <w:color w:val="000000" w:themeColor="text1"/>
        </w:rPr>
        <w:t>6</w:t>
      </w:r>
      <w:r w:rsidRPr="001672F7">
        <w:rPr>
          <w:rFonts w:ascii="Times New Roman" w:eastAsia="宋体" w:hAnsi="宋体" w:hint="eastAsia"/>
          <w:color w:val="000000" w:themeColor="text1"/>
        </w:rPr>
        <w:t>个选项中选出可以填入空白处的最佳选项。选项中有一项为多余选项。</w:t>
      </w:r>
    </w:p>
    <w:p w:rsidR="00522FD2" w:rsidRPr="001672F7" w:rsidRDefault="00522FD2" w:rsidP="00933A30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delicious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prepare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serve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pour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follow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terrible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Laotongcheng Doupi is a traditional, famous and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31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food in Wuhan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Do you know how to make it?You can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32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these steps to make it yourself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First,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33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the sticky rice(</w:t>
      </w:r>
      <w:r w:rsidRPr="001672F7">
        <w:rPr>
          <w:rFonts w:ascii="Times New Roman" w:eastAsia="宋体" w:hAnsi="宋体" w:hint="eastAsia"/>
          <w:color w:val="000000" w:themeColor="text1"/>
        </w:rPr>
        <w:t>糯米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Next, make the filling(</w:t>
      </w:r>
      <w:r w:rsidRPr="001672F7">
        <w:rPr>
          <w:rFonts w:ascii="Times New Roman" w:eastAsia="宋体" w:hAnsi="宋体" w:hint="eastAsia"/>
          <w:color w:val="000000" w:themeColor="text1"/>
        </w:rPr>
        <w:t>馅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filling could be made of minced pork(</w:t>
      </w:r>
      <w:r w:rsidRPr="001672F7">
        <w:rPr>
          <w:rFonts w:ascii="Times New Roman" w:eastAsia="宋体" w:hAnsi="宋体" w:hint="eastAsia"/>
          <w:color w:val="000000" w:themeColor="text1"/>
        </w:rPr>
        <w:t>猪肉末</w:t>
      </w:r>
      <w:r w:rsidRPr="001672F7">
        <w:rPr>
          <w:rFonts w:ascii="Times New Roman" w:eastAsia="宋体" w:hAnsi="宋体"/>
          <w:color w:val="000000" w:themeColor="text1"/>
        </w:rPr>
        <w:t>), mushrooms, bamboo shoots and so 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Then heat a pan and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34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some batter (</w:t>
      </w:r>
      <w:r w:rsidRPr="001672F7">
        <w:rPr>
          <w:rFonts w:ascii="Times New Roman" w:eastAsia="宋体" w:hAnsi="宋体" w:hint="eastAsia"/>
          <w:color w:val="000000" w:themeColor="text1"/>
        </w:rPr>
        <w:t>面糊</w:t>
      </w:r>
      <w:r w:rsidRPr="001672F7">
        <w:rPr>
          <w:rFonts w:ascii="Times New Roman" w:eastAsia="宋体" w:hAnsi="宋体"/>
          <w:color w:val="000000" w:themeColor="text1"/>
        </w:rPr>
        <w:t>) into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Spread it out to make a thin pancake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that, put the sticky rice on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Finally, put the filling on top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Fry the Doupi on both sides until it is golden and crispy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Now, Wuhan Laotongcheng Doupi is ready to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35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Enjoy it with your family members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 w:hint="eastAsia"/>
          <w:color w:val="000000" w:themeColor="text1"/>
        </w:rPr>
        <w:t xml:space="preserve">　</w:t>
      </w:r>
      <w:r w:rsidRPr="001672F7">
        <w:rPr>
          <w:rFonts w:ascii="Times New Roman" w:eastAsia="宋体" w:hAnsi="Times New Roman"/>
          <w:b/>
          <w:color w:val="000000" w:themeColor="text1"/>
        </w:rPr>
        <w:t>35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 w:hint="eastAsia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 w:hint="eastAsia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 w:hint="eastAsia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 w:hint="eastAsia"/>
          <w:color w:val="000000" w:themeColor="text1"/>
        </w:rPr>
        <w:t>三个选项中选出可以填入空白处的最佳选项。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Dear Sir,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My parents always put so much pressure on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In my free time, they only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36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me to go to all kinds of classes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few days ago, I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get a good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37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in the science exam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My mom got very angry and said some unkind words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m so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38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now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should I do?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jc w:val="right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Bob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Dear Bob,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Sometimes parents make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39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, too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Perhaps your parents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grow up in a good situation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They saw so many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40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in their lives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 they want to give you the best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As a result, they try to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41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you hard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must be crazy with all these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you can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42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with them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should have open communication with them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 could say,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 xml:space="preserve">Mom, I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43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you and I want to do my best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what you said is not helping me out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44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>, it is making me so nervous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 need you to help me but not hurt 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I understand you want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45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to have an easier life than you had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I also need to have more time to relax and be a kid</w:t>
      </w:r>
      <w:r w:rsidRPr="001672F7">
        <w:rPr>
          <w:rFonts w:ascii="Times New Roman" w:eastAsia="宋体" w:hAnsi="Times New Roman" w:cs="Times New Roman"/>
          <w:color w:val="000000" w:themeColor="text1"/>
        </w:rPr>
        <w:t>.”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After you tell your parents your opinions, maybe they can understand you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right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 helper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refuse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ask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invite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grade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price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deal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happy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nervous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surprised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39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mistakes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promises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decisions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opinions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skills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difficulties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compare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guess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push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talk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agree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argue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love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offer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miss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However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Instead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Once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me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us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第三部分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阅读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共三节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50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 w:hint="eastAsia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12</w:t>
      </w:r>
      <w:r w:rsidRPr="001672F7">
        <w:rPr>
          <w:rFonts w:ascii="Times New Roman" w:eastAsia="楷体" w:hAnsi="楷体" w:hint="eastAsia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 w:hint="eastAsia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30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阅读下列短文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从每题所给的</w:t>
      </w: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宋体" w:hint="eastAsia"/>
          <w:color w:val="000000" w:themeColor="text1"/>
        </w:rPr>
        <w:t>、</w:t>
      </w: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宋体" w:hint="eastAsia"/>
          <w:color w:val="000000" w:themeColor="text1"/>
        </w:rPr>
        <w:t>三个选项中选出最佳选项。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A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55"/>
        <w:gridCol w:w="6026"/>
      </w:tblGrid>
      <w:tr w:rsidR="00522FD2" w:rsidRPr="001672F7" w:rsidTr="00933A30">
        <w:trPr>
          <w:jc w:val="center"/>
        </w:trPr>
        <w:tc>
          <w:tcPr>
            <w:tcW w:w="5000" w:type="pct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Learn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to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Cook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Egg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Fried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 xml:space="preserve"> </w:t>
            </w: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Rice</w:t>
            </w:r>
          </w:p>
        </w:tc>
      </w:tr>
      <w:tr w:rsidR="00522FD2" w:rsidRPr="001672F7" w:rsidTr="00933A30">
        <w:trPr>
          <w:jc w:val="center"/>
        </w:trPr>
        <w:tc>
          <w:tcPr>
            <w:tcW w:w="1645" w:type="pc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Ingredients: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1 bowl of cooked rice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2 eggs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4 spoons of oil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Some green onion slices and carrots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1 teaspoon of mayonnaise (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蛋黄酱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)</w:t>
            </w:r>
          </w:p>
        </w:tc>
        <w:tc>
          <w:tcPr>
            <w:tcW w:w="33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Instructions: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Mix the cooked rice and mayonnaise thoroughly in a bowl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Heat up the oil in a pan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Crack the eggs into the pan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Remember not to cook them for too long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Add the rice to the pan, heat it and mix it well with the eggs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·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Add the green onion slices and carrots, and cook them for a few minutes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</w:tc>
      </w:tr>
      <w:tr w:rsidR="00522FD2" w:rsidRPr="001672F7" w:rsidTr="00933A30">
        <w:trPr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eastAsia="宋体" w:hAnsi="宋体"/>
                <w:color w:val="000000" w:themeColor="text1"/>
              </w:rPr>
            </w:pPr>
            <w:r w:rsidRPr="001672F7">
              <w:rPr>
                <w:rFonts w:ascii="Times New Roman" w:eastAsia="宋体" w:hAnsi="Times New Roman"/>
                <w:b/>
                <w:color w:val="000000" w:themeColor="text1"/>
              </w:rPr>
              <w:t>Tips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:</w:t>
            </w:r>
          </w:p>
          <w:p w:rsidR="00522FD2" w:rsidRPr="001672F7" w:rsidRDefault="00522FD2" w:rsidP="004D68A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color w:val="000000" w:themeColor="text1"/>
              </w:rPr>
            </w:pPr>
            <w:r w:rsidRPr="001672F7">
              <w:rPr>
                <w:rFonts w:ascii="Times New Roman" w:eastAsia="宋体" w:hAnsi="宋体"/>
                <w:color w:val="000000" w:themeColor="text1"/>
              </w:rPr>
              <w:t>Mayonnaise contains (</w:t>
            </w:r>
            <w:r w:rsidRPr="001672F7">
              <w:rPr>
                <w:rFonts w:ascii="Times New Roman" w:eastAsia="宋体" w:hAnsi="宋体" w:hint="eastAsia"/>
                <w:color w:val="000000" w:themeColor="text1"/>
              </w:rPr>
              <w:t>含有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) oil, salt and sugar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  <w:r w:rsidRPr="001672F7">
              <w:rPr>
                <w:rFonts w:ascii="Times New Roman" w:eastAsia="宋体" w:hAnsi="宋体"/>
                <w:color w:val="000000" w:themeColor="text1"/>
              </w:rPr>
              <w:t>Mixing it with the rice first gives the dish a rich flavor</w:t>
            </w:r>
            <w:r w:rsidRPr="001672F7">
              <w:rPr>
                <w:rFonts w:ascii="Times New Roman" w:eastAsia="宋体" w:hAnsi="Times New Roman" w:cs="Times New Roman"/>
                <w:color w:val="000000" w:themeColor="text1"/>
              </w:rPr>
              <w:t>.</w:t>
            </w:r>
          </w:p>
        </w:tc>
      </w:tr>
    </w:tbl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We need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</w:t>
      </w:r>
      <w:r w:rsidRPr="001672F7">
        <w:rPr>
          <w:rFonts w:ascii="Times New Roman" w:eastAsia="宋体" w:hAnsi="宋体"/>
          <w:color w:val="000000" w:themeColor="text1"/>
        </w:rPr>
        <w:t>if we want to cook a bowl of egg fried rice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four eggs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two spoons of oil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teaspoon of mayonnaise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is the second step to cook egg fried rice?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Heat up the oil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Add the green onion slices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Mix the cooked rice and mayonnaise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Why is it better to use mayonnaise?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 it is one of the ingredients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 it is cheap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 it makes the dish more delicious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49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do you think the passage is?</w:t>
      </w:r>
    </w:p>
    <w:p w:rsidR="00933A30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reply to an invitation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recipe from a cookbook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plan for the New Year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B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Many kids help their parents with chores like washing dishes, cleaning the floor, and taking out the rubbish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Some kids even get 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rewards</w:t>
      </w:r>
      <w:r w:rsidRPr="001672F7">
        <w:rPr>
          <w:rFonts w:ascii="Times New Roman" w:eastAsia="宋体" w:hAnsi="宋体"/>
          <w:color w:val="000000" w:themeColor="text1"/>
        </w:rPr>
        <w:t>, like money or more time to play video games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some people think kids shouldn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get rewards for doing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One of them is Susie Walton, a parenting expert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says that if kids get rewards, they might only do chores for something in return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example, kids may not clean the floor unless they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re paid or rewarded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Susie believes that everyone in the family should keep the home clean together, and kids need to understand that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their job too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Others think rewards can encourage kids to do more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also teaches them real-life lessons, like the idea that work helps you make money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There are even apps, like Chore Monster, that reward kids with points for doing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can use the points for gifts, like playing video games or going to the mall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What do you think?Should kids be rewarded for chores, or should they just help out without getting anything?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does the writer start the passage?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giving some examples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giving some ideas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By showing his own experiences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Which of the following does Susie Walton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agree with?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Parents shouldn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ask their kids to do housework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Parents shouldn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reward their kids for doing anything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Parents shouldn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t give their kids rewards for doing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What does the underlined word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rewards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>mean in Chinese?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惩罚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奖励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努力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Paragraph 2 mainly about?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to make money by doing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 to get the points for real rewards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 good side of rewarding kids for doing chores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C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Many people say dolphins are clever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seem to be able to think, understand, and learn things quickly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But are they as smart as humans, or are they more like cats and dogs?Dolphins use their brains quite differently from the way people do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After comparing dolphins with humans, scientists say they are alike in some ways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Communication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Like humans, every dolphin has its own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name</w:t>
      </w:r>
      <w:r w:rsidRPr="001672F7">
        <w:rPr>
          <w:rFonts w:ascii="Times New Roman" w:eastAsia="宋体" w:hAnsi="Times New Roman" w:cs="Times New Roman"/>
          <w:color w:val="000000" w:themeColor="text1"/>
        </w:rPr>
        <w:t>”.</w:t>
      </w:r>
      <w:r w:rsidRPr="001672F7">
        <w:rPr>
          <w:rFonts w:ascii="Times New Roman" w:eastAsia="宋体" w:hAnsi="宋体"/>
          <w:color w:val="000000" w:themeColor="text1"/>
        </w:rPr>
        <w:t>The name is a special whistle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Each dolphin chooses a whistle for itself, usually by its first birthday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Dolphins are like people in other ways, too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They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talk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 xml:space="preserve"> to each other about a lot of things, such as their ages, their feelings, and possible dangers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also use a system of sounds and body language to communicate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Understanding dolphin conversation is not easy for humans, but some scientists are trying to learn it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Play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Dolphins live in groups called pods, and they often join other dolphins from different pods to play games and have fun</w:t>
      </w:r>
      <w:r w:rsidRPr="001672F7">
        <w:rPr>
          <w:rFonts w:ascii="Times New Roman" w:eastAsia="宋体" w:hAnsi="Times New Roman" w:cs="Times New Roman"/>
          <w:color w:val="000000" w:themeColor="text1"/>
        </w:rPr>
        <w:t>—</w:t>
      </w:r>
      <w:r w:rsidRPr="001672F7">
        <w:rPr>
          <w:rFonts w:ascii="Times New Roman" w:eastAsia="宋体" w:hAnsi="宋体"/>
          <w:color w:val="000000" w:themeColor="text1"/>
        </w:rPr>
        <w:t>just like people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Sometimes they run after other dolphins carrying objects and throw these objects back and forth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Scientists believe playing together is something only clever animals do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Teamwork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Dolphins and humans are similar in another way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They both make plans for getting things they want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the seas of southern Brazil, for example, dolphins use a clever way to get food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When there are fish near a boat, dolphins signal (</w:t>
      </w:r>
      <w:r w:rsidRPr="001672F7">
        <w:rPr>
          <w:rFonts w:ascii="Times New Roman" w:eastAsia="宋体" w:hAnsi="宋体" w:hint="eastAsia"/>
          <w:color w:val="000000" w:themeColor="text1"/>
        </w:rPr>
        <w:t>发出信号</w:t>
      </w:r>
      <w:r w:rsidRPr="001672F7">
        <w:rPr>
          <w:rFonts w:ascii="Times New Roman" w:eastAsia="宋体" w:hAnsi="宋体"/>
          <w:color w:val="000000" w:themeColor="text1"/>
        </w:rPr>
        <w:t>) to the fishermen to put their nets in the water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With the dolphins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 help, the men can catch a lot of fish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Why would dolphins like to help the men?There is an advantage for the dolphins:they get to eat some of the fish that escape (</w:t>
      </w:r>
      <w:r w:rsidRPr="001672F7">
        <w:rPr>
          <w:rFonts w:ascii="Times New Roman" w:eastAsia="宋体" w:hAnsi="宋体" w:hint="eastAsia"/>
          <w:color w:val="000000" w:themeColor="text1"/>
        </w:rPr>
        <w:t>逃跑</w:t>
      </w:r>
      <w:r w:rsidRPr="001672F7">
        <w:rPr>
          <w:rFonts w:ascii="Times New Roman" w:eastAsia="宋体" w:hAnsi="宋体"/>
          <w:color w:val="000000" w:themeColor="text1"/>
        </w:rPr>
        <w:t>) from the nets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As the scientists do more research, they find dolphins and humans have many similarities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Where does a dolphin get its 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name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/>
          <w:color w:val="000000" w:themeColor="text1"/>
        </w:rPr>
        <w:t>?</w:t>
      </w:r>
    </w:p>
    <w:p w:rsidR="00522FD2" w:rsidRPr="001672F7" w:rsidRDefault="00522FD2" w:rsidP="00933A30">
      <w:pPr>
        <w:tabs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From its mother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</w:r>
      <w:r w:rsidR="00933A30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From scientists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chooses it for itself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Why do dolphins sometimes help fishermen?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have fun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To get food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Because they are such kind animals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can we infer (</w:t>
      </w:r>
      <w:r w:rsidRPr="001672F7">
        <w:rPr>
          <w:rFonts w:ascii="Times New Roman" w:eastAsia="宋体" w:hAnsi="宋体" w:hint="eastAsia"/>
          <w:color w:val="000000" w:themeColor="text1"/>
        </w:rPr>
        <w:t>推断</w:t>
      </w:r>
      <w:r w:rsidRPr="001672F7">
        <w:rPr>
          <w:rFonts w:ascii="Times New Roman" w:eastAsia="宋体" w:hAnsi="宋体"/>
          <w:color w:val="000000" w:themeColor="text1"/>
        </w:rPr>
        <w:t>) from the passage?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Dolphins like humans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ab/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Dolphins can talk with human beings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Dolphins help fishermen in a special way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57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What can be the best title for the passage?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 Story About Dolphins</w:t>
      </w:r>
      <w:r w:rsidRPr="001672F7">
        <w:rPr>
          <w:rFonts w:ascii="Times New Roman" w:eastAsia="宋体" w:hAnsi="宋体"/>
          <w:color w:val="000000" w:themeColor="text1"/>
        </w:rPr>
        <w:tab/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Similarities Between Dolphins and Humans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Problems About Dolphins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 w:hint="eastAsia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 w:hint="eastAsia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从短文后框内选项中选出可以填入空白处的最佳选项。选项中有一项为多余选项。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 smile shows that a person is happy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For example, a person may smile when he or she is pleased with a grade on a test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Or a person might smile if a friend told a funny joke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58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But smiles are more than just a way for people to show that they are happy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There are other good reasons to smile often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First, it is easier to smile than to show unhappiness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In fact, it only takes 17 muscles to smile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59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So give the muscles in your face a rest and smile!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Second, smiles are nice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may try to look nice on the outside by exercising or wearing nice clothes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However, there is a famous saying:a smile is the best thing a person can wear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That is because it is easy to be around someone who is smiling and happy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60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Third, smiles have power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Both smiling and laughing can easily and quickly spread from one person to another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61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Similarly, when a person laughs, people tend to laugh with him/her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 a person is sad, the best thing to do is to share a smile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 is the easiest (and cheapest) way to cheer someone up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  <w:u w:val="single" w:color="000000"/>
        </w:rPr>
        <w:t>62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</w:t>
      </w:r>
      <w:r w:rsidRPr="001672F7">
        <w:rPr>
          <w:rFonts w:ascii="Times New Roman" w:eastAsia="宋体" w:hAnsi="宋体"/>
          <w:color w:val="000000" w:themeColor="text1"/>
        </w:rPr>
        <w:t xml:space="preserve"> Even if you are mad or sad, try smiling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ll find that it will be hard to stay mad or sad for very long!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A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smile for many different reasons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Finally,smiles are very good for the body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C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 the other hand,it takes 30-40 muscles to frown (</w:t>
      </w:r>
      <w:r w:rsidRPr="001672F7">
        <w:rPr>
          <w:rFonts w:ascii="Times New Roman" w:eastAsia="宋体" w:hAnsi="宋体" w:hint="eastAsia"/>
          <w:color w:val="000000" w:themeColor="text1"/>
        </w:rPr>
        <w:t>皱眉</w:t>
      </w:r>
      <w:r w:rsidRPr="001672F7">
        <w:rPr>
          <w:rFonts w:ascii="Times New Roman" w:eastAsia="宋体" w:hAnsi="宋体"/>
          <w:color w:val="000000" w:themeColor="text1"/>
        </w:rPr>
        <w:t>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If one person smiles,people around him or her want to smile,too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Almost no one wants to be around someone who is unhappy all the time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should only smile when they truly feel happy,or 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s fake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第三节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 w:hint="eastAsia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 w:hint="eastAsia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根据其内容填空和回答问题。</w:t>
      </w:r>
      <w:r w:rsidRPr="001672F7">
        <w:rPr>
          <w:rFonts w:ascii="Times New Roman" w:eastAsia="宋体" w:hAnsi="宋体"/>
          <w:color w:val="000000" w:themeColor="text1"/>
        </w:rPr>
        <w:t>(63</w:t>
      </w:r>
      <w:r w:rsidRPr="001672F7">
        <w:rPr>
          <w:rFonts w:ascii="Times New Roman" w:eastAsia="宋体" w:hAnsi="宋体" w:hint="eastAsia"/>
          <w:color w:val="000000" w:themeColor="text1"/>
        </w:rPr>
        <w:t>至</w:t>
      </w:r>
      <w:r w:rsidRPr="001672F7">
        <w:rPr>
          <w:rFonts w:ascii="Times New Roman" w:eastAsia="宋体" w:hAnsi="宋体"/>
          <w:color w:val="000000" w:themeColor="text1"/>
        </w:rPr>
        <w:t>66</w:t>
      </w:r>
      <w:r w:rsidRPr="001672F7">
        <w:rPr>
          <w:rFonts w:ascii="Times New Roman" w:eastAsia="宋体" w:hAnsi="宋体" w:hint="eastAsia"/>
          <w:color w:val="000000" w:themeColor="text1"/>
        </w:rPr>
        <w:t>题每题答案不超过</w:t>
      </w:r>
      <w:r w:rsidRPr="001672F7">
        <w:rPr>
          <w:rFonts w:ascii="Times New Roman" w:eastAsia="宋体" w:hAnsi="宋体"/>
          <w:color w:val="000000" w:themeColor="text1"/>
        </w:rPr>
        <w:t>3</w:t>
      </w:r>
      <w:r w:rsidRPr="001672F7">
        <w:rPr>
          <w:rFonts w:ascii="Times New Roman" w:eastAsia="宋体" w:hAnsi="宋体" w:hint="eastAsia"/>
          <w:color w:val="000000" w:themeColor="text1"/>
        </w:rPr>
        <w:t>个单词</w:t>
      </w:r>
      <w:r w:rsidRPr="001672F7">
        <w:rPr>
          <w:rFonts w:ascii="Times New Roman" w:eastAsia="宋体" w:hAnsi="宋体"/>
          <w:color w:val="000000" w:themeColor="text1"/>
        </w:rPr>
        <w:t>,67</w:t>
      </w:r>
      <w:r w:rsidRPr="001672F7">
        <w:rPr>
          <w:rFonts w:ascii="Times New Roman" w:eastAsia="宋体" w:hAnsi="宋体" w:hint="eastAsia"/>
          <w:color w:val="000000" w:themeColor="text1"/>
        </w:rPr>
        <w:t>题须用完整句子回答。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When Sarah Cooper was 14, everybody at her school knew her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Was she the best student?The star of the soccer team?The best performer in the school play?None of those things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She was named the most promising chef(</w:t>
      </w:r>
      <w:r w:rsidRPr="001672F7">
        <w:rPr>
          <w:rFonts w:ascii="Times New Roman" w:eastAsia="宋体" w:hAnsi="宋体" w:hint="eastAsia"/>
          <w:color w:val="000000" w:themeColor="text1"/>
        </w:rPr>
        <w:t>最有前途的主厨</w:t>
      </w:r>
      <w:r w:rsidRPr="001672F7">
        <w:rPr>
          <w:rFonts w:ascii="Times New Roman" w:eastAsia="宋体" w:hAnsi="宋体"/>
          <w:color w:val="000000" w:themeColor="text1"/>
        </w:rPr>
        <w:t>) on a popular cooking show in the US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Flynn McGarry was another kid chef on the show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was quite famous because he showed so much talent at the age of 12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He even opened a restaurant in New York City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Just like Sarah and Flynn, there were many other kids on cooking shows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So how did cooking start to rise(</w:t>
      </w:r>
      <w:r w:rsidRPr="001672F7">
        <w:rPr>
          <w:rFonts w:ascii="Times New Roman" w:eastAsia="宋体" w:hAnsi="宋体" w:hint="eastAsia"/>
          <w:color w:val="000000" w:themeColor="text1"/>
        </w:rPr>
        <w:t>兴起</w:t>
      </w:r>
      <w:r w:rsidRPr="001672F7">
        <w:rPr>
          <w:rFonts w:ascii="Times New Roman" w:eastAsia="宋体" w:hAnsi="宋体"/>
          <w:color w:val="000000" w:themeColor="text1"/>
        </w:rPr>
        <w:t>)and become so popular with kids?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In the old days, people thought of cooking as a boring chore, just like doing the dishes and cleaning the house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Only people who wanted to become great chefs were interested in cooking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But things became different little by little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Cooking shows became popular in America at the beginning of the 21st century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Many kids watched these shows with their families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Some kids became stars on the shows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At the same time, online cookbooks and cooking videos made it easy to learn how to cook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As a result, more and more kid chefs appeared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Sarah Cooper became famous when she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Sarah and Flynn have talent for cooking and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</w:t>
      </w:r>
      <w:r w:rsidRPr="001672F7">
        <w:rPr>
          <w:rFonts w:ascii="Times New Roman" w:eastAsia="宋体" w:hAnsi="宋体"/>
          <w:color w:val="000000" w:themeColor="text1"/>
        </w:rPr>
        <w:t>at a young age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People didn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t like cooking in the old days because they thought it was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Cooking shows became popular in the US at the beginning of the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　　　　　　　　　　　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Do you like cooking?Why or why not?</w:t>
      </w:r>
    </w:p>
    <w:p w:rsidR="00933A30" w:rsidRDefault="00933A30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  <w:u w:val="single" w:color="000000"/>
        </w:rPr>
      </w:pP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</w:t>
      </w:r>
      <w:r>
        <w:rPr>
          <w:rFonts w:ascii="Times New Roman" w:eastAsia="宋体" w:hAnsi="宋体" w:hint="eastAsia"/>
          <w:color w:val="000000" w:themeColor="text1"/>
          <w:u w:val="single" w:color="000000"/>
        </w:rPr>
        <w:t xml:space="preserve">             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　　　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第四部分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语言运用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共两节</w:t>
      </w:r>
      <w:r w:rsidRPr="001672F7">
        <w:rPr>
          <w:rFonts w:ascii="Times New Roman" w:eastAsia="宋体" w:hAnsi="宋体"/>
          <w:color w:val="000000" w:themeColor="text1"/>
          <w:sz w:val="26"/>
        </w:rPr>
        <w:t>,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第一节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 w:hint="eastAsia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 w:hint="eastAsia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根据中文意思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补全英语译文。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宋体" w:hAnsi="宋体" w:hint="eastAsia"/>
          <w:color w:val="000000" w:themeColor="text1"/>
        </w:rPr>
        <w:t>每空限填一词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缩写算一词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据天气预报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明天有雨。所以我们最好带上雨伞。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the weather forecast, it will rain tomorrow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So we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d better take umbrellas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69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为了给小儿子喂食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史密斯太太不得不把蔬菜和肉切碎。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To feed her little son, Mrs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Smith has to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</w:t>
      </w:r>
      <w:r w:rsidRPr="001672F7">
        <w:rPr>
          <w:rFonts w:ascii="Times New Roman" w:eastAsia="宋体" w:hAnsi="宋体"/>
          <w:color w:val="000000" w:themeColor="text1"/>
        </w:rPr>
        <w:t>the vegetables and meat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请小心地把牛奶倒入杯子里。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Please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the milk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the glass carefully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如果你想提高你的英语口语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你应该坚持每天练习说英语。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You should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　　　　　　</w:t>
      </w:r>
      <w:r w:rsidRPr="001672F7">
        <w:rPr>
          <w:rFonts w:ascii="Times New Roman" w:eastAsia="宋体" w:hAnsi="宋体"/>
          <w:color w:val="000000" w:themeColor="text1"/>
        </w:rPr>
        <w:t>practicing speaking English every day if you want to improve your oral English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72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离开教室前务必把灯关掉。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you turn off the lights before you leave the classroom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</w:rPr>
        <w:t>第二节</w:t>
      </w:r>
      <w:r w:rsidRPr="001672F7">
        <w:rPr>
          <w:rFonts w:ascii="Times New Roman" w:eastAsia="宋体" w:hAnsi="宋体"/>
          <w:color w:val="000000" w:themeColor="text1"/>
        </w:rPr>
        <w:t>(</w:t>
      </w:r>
      <w:r w:rsidRPr="001672F7">
        <w:rPr>
          <w:rFonts w:ascii="Times New Roman" w:eastAsia="楷体" w:hAnsi="楷体" w:hint="eastAsia"/>
          <w:color w:val="000000" w:themeColor="text1"/>
        </w:rPr>
        <w:t>共</w:t>
      </w:r>
      <w:r w:rsidRPr="001672F7">
        <w:rPr>
          <w:rFonts w:ascii="Times New Roman" w:eastAsia="宋体" w:hAnsi="宋体"/>
          <w:color w:val="000000" w:themeColor="text1"/>
        </w:rPr>
        <w:t>10</w:t>
      </w:r>
      <w:r w:rsidRPr="001672F7">
        <w:rPr>
          <w:rFonts w:ascii="Times New Roman" w:eastAsia="楷体" w:hAnsi="楷体" w:hint="eastAsia"/>
          <w:color w:val="000000" w:themeColor="text1"/>
        </w:rPr>
        <w:t>小题</w:t>
      </w:r>
      <w:r w:rsidRPr="001672F7">
        <w:rPr>
          <w:rFonts w:ascii="Times New Roman" w:eastAsia="宋体" w:hAnsi="宋体"/>
          <w:color w:val="000000" w:themeColor="text1"/>
        </w:rPr>
        <w:t>;</w:t>
      </w:r>
      <w:r w:rsidRPr="001672F7">
        <w:rPr>
          <w:rFonts w:ascii="Times New Roman" w:eastAsia="楷体" w:hAnsi="楷体" w:hint="eastAsia"/>
          <w:color w:val="000000" w:themeColor="text1"/>
        </w:rPr>
        <w:t>每小题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5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楷体" w:hAnsi="楷体" w:hint="eastAsia"/>
          <w:color w:val="000000" w:themeColor="text1"/>
        </w:rPr>
        <w:t>满分</w:t>
      </w:r>
      <w:r w:rsidRPr="001672F7">
        <w:rPr>
          <w:rFonts w:ascii="Times New Roman" w:eastAsia="宋体" w:hAnsi="宋体"/>
          <w:color w:val="000000" w:themeColor="text1"/>
        </w:rPr>
        <w:t>15</w:t>
      </w:r>
      <w:r w:rsidRPr="001672F7">
        <w:rPr>
          <w:rFonts w:ascii="Times New Roman" w:eastAsia="楷体" w:hAnsi="楷体" w:hint="eastAsia"/>
          <w:color w:val="000000" w:themeColor="text1"/>
        </w:rPr>
        <w:t>分</w:t>
      </w:r>
      <w:r w:rsidRPr="001672F7">
        <w:rPr>
          <w:rFonts w:ascii="Times New Roman" w:eastAsia="宋体" w:hAnsi="宋体"/>
          <w:color w:val="000000" w:themeColor="text1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阅读下面短文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在空白处填入</w:t>
      </w:r>
      <w:r w:rsidRPr="001672F7">
        <w:rPr>
          <w:rFonts w:ascii="Times New Roman" w:eastAsia="宋体" w:hAnsi="宋体"/>
          <w:color w:val="000000" w:themeColor="text1"/>
        </w:rPr>
        <w:t>1</w:t>
      </w:r>
      <w:r w:rsidRPr="001672F7">
        <w:rPr>
          <w:rFonts w:ascii="Times New Roman" w:eastAsia="宋体" w:hAnsi="宋体" w:hint="eastAsia"/>
          <w:color w:val="000000" w:themeColor="text1"/>
        </w:rPr>
        <w:t>个适当的单词或括号内单词的正确形式。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Baking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Cake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by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Yourself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Baking a cake is a pretty fun and rewarding activity that you can do all by </w:t>
      </w:r>
      <w:r w:rsidRPr="001672F7">
        <w:rPr>
          <w:rFonts w:ascii="Times New Roman" w:eastAsia="宋体" w:hAnsi="Times New Roman"/>
          <w:b/>
          <w:color w:val="000000" w:themeColor="text1"/>
        </w:rPr>
        <w:t>73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7DE4368" wp14:editId="04CCBED5">
            <wp:extent cx="914400" cy="16319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72F7">
        <w:rPr>
          <w:rFonts w:ascii="Times New Roman" w:eastAsia="宋体" w:hAnsi="宋体"/>
          <w:color w:val="000000" w:themeColor="text1"/>
        </w:rPr>
        <w:t>(you)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</w:t>
      </w:r>
      <w:r w:rsidRPr="001672F7">
        <w:rPr>
          <w:rFonts w:ascii="Times New Roman" w:eastAsia="宋体" w:hAnsi="Times New Roman"/>
          <w:b/>
          <w:color w:val="000000" w:themeColor="text1"/>
        </w:rPr>
        <w:t>74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</w:t>
      </w:r>
      <w:r w:rsidRPr="001672F7">
        <w:rPr>
          <w:rFonts w:ascii="Times New Roman" w:eastAsia="宋体" w:hAnsi="宋体"/>
          <w:color w:val="000000" w:themeColor="text1"/>
        </w:rPr>
        <w:t xml:space="preserve"> great way to relax and show off your creativity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First, prepare the ingredients like flour, sugar, and butter according </w:t>
      </w:r>
      <w:r w:rsidRPr="001672F7">
        <w:rPr>
          <w:rFonts w:ascii="Times New Roman" w:eastAsia="宋体" w:hAnsi="Times New Roman"/>
          <w:b/>
          <w:color w:val="000000" w:themeColor="text1"/>
        </w:rPr>
        <w:t>75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the recipe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Take a bowl and mix the flour </w:t>
      </w:r>
      <w:r w:rsidRPr="001672F7">
        <w:rPr>
          <w:rFonts w:ascii="Times New Roman" w:eastAsia="宋体" w:hAnsi="Times New Roman"/>
          <w:b/>
          <w:color w:val="000000" w:themeColor="text1"/>
        </w:rPr>
        <w:t>76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 xml:space="preserve"> sugar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 xml:space="preserve">Carefully follow the </w:t>
      </w:r>
      <w:r w:rsidRPr="001672F7">
        <w:rPr>
          <w:rFonts w:ascii="Times New Roman" w:eastAsia="宋体" w:hAnsi="Times New Roman"/>
          <w:b/>
          <w:color w:val="000000" w:themeColor="text1"/>
        </w:rPr>
        <w:t>77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(instruction) to ensure (</w:t>
      </w:r>
      <w:r w:rsidRPr="001672F7">
        <w:rPr>
          <w:rFonts w:ascii="Times New Roman" w:eastAsia="宋体" w:hAnsi="宋体" w:hint="eastAsia"/>
          <w:color w:val="000000" w:themeColor="text1"/>
        </w:rPr>
        <w:t>确保</w:t>
      </w:r>
      <w:r w:rsidRPr="001672F7">
        <w:rPr>
          <w:rFonts w:ascii="Times New Roman" w:eastAsia="宋体" w:hAnsi="宋体"/>
          <w:color w:val="000000" w:themeColor="text1"/>
        </w:rPr>
        <w:t>) the best result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 xml:space="preserve">Next, </w:t>
      </w:r>
      <w:r w:rsidRPr="001672F7">
        <w:rPr>
          <w:rFonts w:ascii="Times New Roman" w:eastAsia="宋体" w:hAnsi="Times New Roman"/>
          <w:b/>
          <w:color w:val="000000" w:themeColor="text1"/>
        </w:rPr>
        <w:t>78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(add) the butter to the mixer and beat it until it turns soft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Keep mixing until you get a smooth batter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Once 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>ve achieved the right consistency(</w:t>
      </w:r>
      <w:r w:rsidRPr="001672F7">
        <w:rPr>
          <w:rFonts w:ascii="Times New Roman" w:eastAsia="宋体" w:hAnsi="宋体" w:hint="eastAsia"/>
          <w:color w:val="000000" w:themeColor="text1"/>
        </w:rPr>
        <w:t>黏稠度</w:t>
      </w:r>
      <w:r w:rsidRPr="001672F7">
        <w:rPr>
          <w:rFonts w:ascii="Times New Roman" w:eastAsia="宋体" w:hAnsi="宋体"/>
          <w:color w:val="000000" w:themeColor="text1"/>
        </w:rPr>
        <w:t xml:space="preserve">), </w:t>
      </w:r>
      <w:r w:rsidRPr="001672F7">
        <w:rPr>
          <w:rFonts w:ascii="Times New Roman" w:eastAsia="宋体" w:hAnsi="Times New Roman"/>
          <w:b/>
          <w:color w:val="000000" w:themeColor="text1"/>
        </w:rPr>
        <w:t>79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(pour)the batter into a cake pan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Bake it in the oven for the specified(</w:t>
      </w:r>
      <w:r w:rsidRPr="001672F7">
        <w:rPr>
          <w:rFonts w:ascii="Times New Roman" w:eastAsia="宋体" w:hAnsi="宋体" w:hint="eastAsia"/>
          <w:color w:val="000000" w:themeColor="text1"/>
        </w:rPr>
        <w:t>规定的</w:t>
      </w:r>
      <w:r w:rsidRPr="001672F7">
        <w:rPr>
          <w:rFonts w:ascii="Times New Roman" w:eastAsia="宋体" w:hAnsi="宋体"/>
          <w:color w:val="000000" w:themeColor="text1"/>
        </w:rPr>
        <w:t>) time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80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(final), when the cake is done, take it out and let it cool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You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ll feel proud of your </w:t>
      </w:r>
      <w:r w:rsidRPr="001672F7">
        <w:rPr>
          <w:rFonts w:ascii="Times New Roman" w:eastAsia="宋体" w:hAnsi="Times New Roman"/>
          <w:b/>
          <w:color w:val="000000" w:themeColor="text1"/>
        </w:rPr>
        <w:t>81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</w:t>
      </w:r>
      <w:r w:rsidRPr="001672F7">
        <w:rPr>
          <w:rFonts w:ascii="Times New Roman" w:eastAsia="宋体" w:hAnsi="宋体"/>
          <w:color w:val="000000" w:themeColor="text1"/>
        </w:rPr>
        <w:t>(create)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/>
          <w:color w:val="000000" w:themeColor="text1"/>
        </w:rPr>
        <w:t>It</w:t>
      </w:r>
      <w:r w:rsidRPr="001672F7">
        <w:rPr>
          <w:rFonts w:ascii="Times New Roman" w:eastAsia="宋体" w:hAnsi="Times New Roman"/>
          <w:color w:val="000000" w:themeColor="text1"/>
        </w:rPr>
        <w:t>’</w:t>
      </w:r>
      <w:r w:rsidRPr="001672F7">
        <w:rPr>
          <w:rFonts w:ascii="Times New Roman" w:eastAsia="宋体" w:hAnsi="宋体"/>
          <w:color w:val="000000" w:themeColor="text1"/>
        </w:rPr>
        <w:t xml:space="preserve">s </w:t>
      </w:r>
      <w:r w:rsidRPr="001672F7">
        <w:rPr>
          <w:rFonts w:ascii="Times New Roman" w:eastAsia="宋体" w:hAnsi="Times New Roman"/>
          <w:b/>
          <w:color w:val="000000" w:themeColor="text1"/>
        </w:rPr>
        <w:t>82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  <w:u w:val="single" w:color="000000"/>
        </w:rPr>
        <w:t xml:space="preserve">　　　　　　　</w:t>
      </w:r>
      <w:r w:rsidRPr="001672F7">
        <w:rPr>
          <w:rFonts w:ascii="Times New Roman" w:eastAsia="宋体" w:hAnsi="宋体"/>
          <w:color w:val="000000" w:themeColor="text1"/>
        </w:rPr>
        <w:t>(amaze) how following simple steps can lead to such a delicious treat!</w:t>
      </w:r>
      <w:r w:rsidRPr="001672F7">
        <w:rPr>
          <w:rFonts w:ascii="Times New Roman" w:eastAsia="宋体" w:hAnsi="宋体" w:hint="eastAsia"/>
          <w:color w:val="000000" w:themeColor="text1"/>
        </w:rPr>
        <w:t> 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eastAsia="宋体" w:hAnsi="宋体"/>
          <w:color w:val="000000" w:themeColor="text1"/>
        </w:rPr>
      </w:pPr>
      <w:r w:rsidRPr="001672F7">
        <w:rPr>
          <w:rFonts w:ascii="Arial" w:eastAsia="黑体" w:hAnsi="黑体" w:hint="eastAsia"/>
          <w:color w:val="000000" w:themeColor="text1"/>
          <w:sz w:val="26"/>
        </w:rPr>
        <w:t>第五部分</w:t>
      </w:r>
      <w:r w:rsidRPr="001672F7">
        <w:rPr>
          <w:rFonts w:ascii="Times New Roman" w:eastAsia="宋体" w:hAnsi="宋体" w:hint="eastAsia"/>
          <w:color w:val="000000" w:themeColor="text1"/>
          <w:sz w:val="26"/>
        </w:rPr>
        <w:t xml:space="preserve">　</w:t>
      </w:r>
      <w:r w:rsidRPr="001672F7">
        <w:rPr>
          <w:rFonts w:ascii="Arial" w:eastAsia="黑体" w:hAnsi="黑体" w:hint="eastAsia"/>
          <w:color w:val="000000" w:themeColor="text1"/>
          <w:sz w:val="26"/>
        </w:rPr>
        <w:t>写作</w:t>
      </w:r>
      <w:r w:rsidRPr="001672F7">
        <w:rPr>
          <w:rFonts w:ascii="Times New Roman" w:eastAsia="宋体" w:hAnsi="宋体"/>
          <w:color w:val="000000" w:themeColor="text1"/>
          <w:sz w:val="26"/>
        </w:rPr>
        <w:t>(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满分</w:t>
      </w:r>
      <w:r w:rsidRPr="001672F7">
        <w:rPr>
          <w:rFonts w:ascii="Times New Roman" w:eastAsia="宋体" w:hAnsi="宋体"/>
          <w:color w:val="000000" w:themeColor="text1"/>
          <w:sz w:val="26"/>
        </w:rPr>
        <w:t>25</w:t>
      </w:r>
      <w:r w:rsidRPr="001672F7">
        <w:rPr>
          <w:rFonts w:ascii="Times New Roman" w:eastAsia="楷体" w:hAnsi="楷体" w:hint="eastAsia"/>
          <w:color w:val="000000" w:themeColor="text1"/>
          <w:sz w:val="26"/>
        </w:rPr>
        <w:t>分</w:t>
      </w:r>
      <w:r w:rsidRPr="001672F7">
        <w:rPr>
          <w:rFonts w:ascii="Times New Roman" w:eastAsia="宋体" w:hAnsi="宋体"/>
          <w:color w:val="000000" w:themeColor="text1"/>
          <w:sz w:val="26"/>
        </w:rPr>
        <w:t>)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初中的学习和生活已经过了一半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在这一年半的时光里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我们见证了彼此的高光时刻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也一起许下对未来的期望。</w:t>
      </w:r>
      <w:r w:rsidRPr="001672F7">
        <w:rPr>
          <w:rFonts w:ascii="Times New Roman" w:eastAsia="宋体" w:hAnsi="宋体"/>
          <w:i/>
          <w:color w:val="000000" w:themeColor="text1"/>
        </w:rPr>
        <w:t>Teens</w:t>
      </w:r>
      <w:r w:rsidRPr="001672F7">
        <w:rPr>
          <w:rFonts w:ascii="Times New Roman" w:eastAsia="宋体" w:hAnsi="宋体" w:hint="eastAsia"/>
          <w:color w:val="000000" w:themeColor="text1"/>
        </w:rPr>
        <w:t>杂志在举办以</w:t>
      </w:r>
      <w:r w:rsidRPr="001672F7">
        <w:rPr>
          <w:rFonts w:ascii="Times New Roman" w:eastAsia="宋体" w:hAnsi="Times New Roman" w:cs="Times New Roman"/>
          <w:color w:val="000000" w:themeColor="text1"/>
        </w:rPr>
        <w:t>“</w:t>
      </w:r>
      <w:r w:rsidRPr="001672F7">
        <w:rPr>
          <w:rFonts w:ascii="Times New Roman" w:eastAsia="宋体" w:hAnsi="宋体"/>
          <w:color w:val="000000" w:themeColor="text1"/>
        </w:rPr>
        <w:t>Highlights(</w:t>
      </w:r>
      <w:r w:rsidRPr="001672F7">
        <w:rPr>
          <w:rFonts w:ascii="Times New Roman" w:eastAsia="宋体" w:hAnsi="宋体" w:hint="eastAsia"/>
          <w:color w:val="000000" w:themeColor="text1"/>
        </w:rPr>
        <w:t>高光时刻</w:t>
      </w:r>
      <w:r w:rsidRPr="001672F7">
        <w:rPr>
          <w:rFonts w:ascii="Times New Roman" w:eastAsia="宋体" w:hAnsi="宋体"/>
          <w:color w:val="000000" w:themeColor="text1"/>
        </w:rPr>
        <w:t>)and Hopes</w:t>
      </w:r>
      <w:r w:rsidRPr="001672F7">
        <w:rPr>
          <w:rFonts w:ascii="Times New Roman" w:eastAsia="宋体" w:hAnsi="Times New Roman" w:cs="Times New Roman"/>
          <w:color w:val="000000" w:themeColor="text1"/>
        </w:rPr>
        <w:t>”</w:t>
      </w:r>
      <w:r w:rsidRPr="001672F7">
        <w:rPr>
          <w:rFonts w:ascii="Times New Roman" w:eastAsia="宋体" w:hAnsi="宋体" w:hint="eastAsia"/>
          <w:color w:val="000000" w:themeColor="text1"/>
        </w:rPr>
        <w:t>为题的征文活动。请你根据写作要点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写一篇英语作文</w:t>
      </w:r>
      <w:r w:rsidRPr="001672F7">
        <w:rPr>
          <w:rFonts w:ascii="Times New Roman" w:eastAsia="宋体" w:hAnsi="宋体"/>
          <w:color w:val="000000" w:themeColor="text1"/>
        </w:rPr>
        <w:t>,</w:t>
      </w:r>
      <w:r w:rsidRPr="001672F7">
        <w:rPr>
          <w:rFonts w:ascii="Times New Roman" w:eastAsia="宋体" w:hAnsi="宋体" w:hint="eastAsia"/>
          <w:color w:val="000000" w:themeColor="text1"/>
        </w:rPr>
        <w:t>向杂志投稿。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要点</w:t>
      </w:r>
      <w:r w:rsidRPr="001672F7">
        <w:rPr>
          <w:rFonts w:ascii="Times New Roman" w:eastAsia="宋体" w:hAnsi="宋体"/>
          <w:color w:val="000000" w:themeColor="text1"/>
        </w:rPr>
        <w:t>:1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你的高光时刻是什么</w:t>
      </w:r>
      <w:r w:rsidRPr="001672F7">
        <w:rPr>
          <w:rFonts w:ascii="Times New Roman" w:eastAsia="宋体" w:hAnsi="宋体"/>
          <w:color w:val="000000" w:themeColor="text1"/>
        </w:rPr>
        <w:t>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你对未来有什么期盼</w:t>
      </w:r>
      <w:r w:rsidRPr="001672F7">
        <w:rPr>
          <w:rFonts w:ascii="Times New Roman" w:eastAsia="宋体" w:hAnsi="宋体"/>
          <w:color w:val="000000" w:themeColor="text1"/>
        </w:rPr>
        <w:t>?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 w:hint="eastAsia"/>
          <w:color w:val="000000" w:themeColor="text1"/>
        </w:rPr>
        <w:t>要求</w:t>
      </w:r>
      <w:r w:rsidRPr="001672F7">
        <w:rPr>
          <w:rFonts w:ascii="Times New Roman" w:eastAsia="宋体" w:hAnsi="宋体"/>
          <w:color w:val="000000" w:themeColor="text1"/>
        </w:rPr>
        <w:t>:1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文中不得出现真实的校名和姓名。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宋体"/>
          <w:color w:val="000000" w:themeColor="text1"/>
        </w:rPr>
        <w:t>2</w:t>
      </w:r>
      <w:r w:rsidRPr="001672F7">
        <w:rPr>
          <w:rFonts w:ascii="Times New Roman" w:eastAsia="宋体" w:hAnsi="Times New Roman" w:cs="Times New Roman"/>
          <w:color w:val="000000" w:themeColor="text1"/>
        </w:rPr>
        <w:t>.</w:t>
      </w:r>
      <w:r w:rsidRPr="001672F7">
        <w:rPr>
          <w:rFonts w:ascii="Times New Roman" w:eastAsia="宋体" w:hAnsi="宋体" w:hint="eastAsia"/>
          <w:color w:val="000000" w:themeColor="text1"/>
        </w:rPr>
        <w:t>词数</w:t>
      </w:r>
      <w:r w:rsidRPr="001672F7">
        <w:rPr>
          <w:rFonts w:ascii="Times New Roman" w:eastAsia="宋体" w:hAnsi="宋体"/>
          <w:color w:val="000000" w:themeColor="text1"/>
        </w:rPr>
        <w:t xml:space="preserve"> 100 </w:t>
      </w:r>
      <w:r w:rsidRPr="001672F7">
        <w:rPr>
          <w:rFonts w:ascii="Times New Roman" w:eastAsia="宋体" w:hAnsi="宋体" w:hint="eastAsia"/>
          <w:color w:val="000000" w:themeColor="text1"/>
        </w:rPr>
        <w:t>左右。</w:t>
      </w:r>
    </w:p>
    <w:p w:rsidR="00522FD2" w:rsidRPr="001672F7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</w:rPr>
      </w:pPr>
      <w:r w:rsidRPr="001672F7">
        <w:rPr>
          <w:rFonts w:ascii="Times New Roman" w:eastAsia="宋体" w:hAnsi="Times New Roman"/>
          <w:b/>
          <w:color w:val="000000" w:themeColor="text1"/>
        </w:rPr>
        <w:t>Highlights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and</w:t>
      </w:r>
      <w:r w:rsidRPr="001672F7">
        <w:rPr>
          <w:rFonts w:ascii="Times New Roman" w:eastAsia="宋体" w:hAnsi="宋体"/>
          <w:color w:val="000000" w:themeColor="text1"/>
        </w:rPr>
        <w:t xml:space="preserve"> </w:t>
      </w:r>
      <w:r w:rsidRPr="001672F7">
        <w:rPr>
          <w:rFonts w:ascii="Times New Roman" w:eastAsia="宋体" w:hAnsi="Times New Roman"/>
          <w:b/>
          <w:color w:val="000000" w:themeColor="text1"/>
        </w:rPr>
        <w:t>Hopes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933A30" w:rsidRPr="00513DA5" w:rsidRDefault="00933A30" w:rsidP="00933A3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513DA5">
        <w:rPr>
          <w:rFonts w:ascii="Times New Roman" w:eastAsia="宋体" w:hAnsi="宋体"/>
          <w:color w:val="FF0000"/>
          <w:u w:val="single" w:color="000000"/>
        </w:rPr>
        <w:t> </w:t>
      </w:r>
      <w:r>
        <w:rPr>
          <w:rFonts w:ascii="Times New Roman" w:eastAsia="宋体" w:hAnsi="宋体"/>
          <w:color w:val="FF0000"/>
          <w:u w:val="single" w:color="000000"/>
        </w:rPr>
        <w:t xml:space="preserve">                                                                                                                                                                      </w:t>
      </w:r>
    </w:p>
    <w:p w:rsidR="00522FD2" w:rsidRDefault="00522FD2">
      <w:r>
        <w:br w:type="page"/>
      </w:r>
    </w:p>
    <w:p w:rsidR="00522FD2" w:rsidRPr="00C8411E" w:rsidRDefault="00522FD2" w:rsidP="00522FD2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8411E">
        <w:rPr>
          <w:rFonts w:asciiTheme="minorEastAsia" w:eastAsiaTheme="minorEastAsia" w:hAnsiTheme="minorEastAsia"/>
          <w:szCs w:val="24"/>
        </w:rPr>
        <w:t>参考答案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附</w:t>
      </w:r>
      <w:r w:rsidRPr="00E03514">
        <w:rPr>
          <w:rFonts w:ascii="Times New Roman" w:eastAsia="宋体" w:hAnsi="宋体"/>
          <w:color w:val="000000" w:themeColor="text1"/>
          <w:szCs w:val="24"/>
        </w:rPr>
        <w:t>:</w:t>
      </w:r>
      <w:r w:rsidRPr="00E03514">
        <w:rPr>
          <w:rFonts w:ascii="Arial" w:eastAsia="黑体" w:hAnsi="黑体"/>
          <w:color w:val="000000" w:themeColor="text1"/>
          <w:szCs w:val="24"/>
        </w:rPr>
        <w:t>听力原文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第一节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选择与对话内容相符的图片。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M:Mum, how many tomatoes do you need?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W:Two, dear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M:What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your favorite food, Lisa?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W:My favorite food is sandwiches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are you going to do in the afternoon, Jack?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am going to fly a kite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W:Which country are you going to visit?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am going to China to visit the Great Wall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W:What animal do you plan to keep?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will keep a cat, because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lovely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W:Where do you want to work?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want to work on the space station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第二节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听句子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选择与句子匹配的最佳应答。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读一遍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How are you going to make your dream come true?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does he do?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When are you going to Shanghai?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do you want to be, Mike?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Will people live to be 200 years old?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Can you make fruit salad?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第三节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选择最佳选项完成句子。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W:When is the football match going to begin?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M:At about a quarter to eight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M:Whose rulers are these?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W:The blue one is mine and the red one is Tom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W:Are you going to be a pilot or a teacher?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M:Neither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not interested in those jobs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think 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ll be an actor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M:Helen, where are you going to work?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m not sure yet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Maybe in Hangzhou or Shanghai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M:Jill, do you know Amy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resolutions?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W:No, but I know Bill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M:Did you finish reading 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Little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Women</w:t>
      </w:r>
      <w:r w:rsidRPr="00E03514">
        <w:rPr>
          <w:rFonts w:ascii="Times New Roman" w:eastAsia="宋体" w:hAnsi="宋体"/>
          <w:color w:val="000000" w:themeColor="text1"/>
          <w:szCs w:val="24"/>
        </w:rPr>
        <w:t>, Susan?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W:Yeah, Bob!I finished it two days ago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M:What are you reading now?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The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Old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Man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and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the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</w:t>
      </w:r>
      <w:r w:rsidRPr="00E03514">
        <w:rPr>
          <w:rFonts w:ascii="Times New Roman" w:eastAsia="宋体" w:hAnsi="宋体"/>
          <w:i/>
          <w:color w:val="000000" w:themeColor="text1"/>
          <w:szCs w:val="24"/>
        </w:rPr>
        <w:t>Sea</w:t>
      </w:r>
      <w:r w:rsidRPr="00E03514">
        <w:rPr>
          <w:rFonts w:ascii="Times New Roman" w:eastAsia="宋体" w:hAnsi="Times New Roman" w:cs="Times New Roman"/>
          <w:i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really interesting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Let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read it together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第四节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根据对话内容及问题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选择最佳选项。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读两遍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听下面一段对话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19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20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W:Hi, Ben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hear you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re going to university in September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M:Yes, I am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are you going to study?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M:Computer science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really want to be a computer programmer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hope your dream will come true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M:Thanks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听下面一段对话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21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22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W:What do you think the future will be like, Tony?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M:I think cities will be more polluted and there will be fewer trees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agree with you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Now the environment is in great danger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What do you think we should do?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M:We should drive less and plant more trees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think we also need to use less water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M:You are right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And everybody should play a part in saving the earth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听下面一段对话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Times New Roman" w:eastAsia="宋体" w:hAnsi="宋体"/>
          <w:color w:val="000000" w:themeColor="text1"/>
          <w:szCs w:val="24"/>
        </w:rPr>
        <w:t>回答第</w:t>
      </w:r>
      <w:r w:rsidRPr="00E03514">
        <w:rPr>
          <w:rFonts w:ascii="Times New Roman" w:eastAsia="宋体" w:hAnsi="宋体"/>
          <w:color w:val="000000" w:themeColor="text1"/>
          <w:szCs w:val="24"/>
        </w:rPr>
        <w:t>23</w:t>
      </w:r>
      <w:r w:rsidRPr="00E03514">
        <w:rPr>
          <w:rFonts w:ascii="Times New Roman" w:eastAsia="宋体" w:hAnsi="宋体"/>
          <w:color w:val="000000" w:themeColor="text1"/>
          <w:szCs w:val="24"/>
        </w:rPr>
        <w:t>、</w:t>
      </w:r>
      <w:r w:rsidRPr="00E03514">
        <w:rPr>
          <w:rFonts w:ascii="Times New Roman" w:eastAsia="宋体" w:hAnsi="宋体"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>题。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 want to make fruit salad for my brother Tom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Can you tell me how to make it?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M:Sure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First, peel two oranges, three apples and one pear, and then cut them up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W:Got it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ll put the fruit in a bowl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M:Good!Next, add one spoon of honey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W:Is that all?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M:No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Pour in two cups of yogurt and mix everything together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W:Done!Let me have a taste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Wow,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delicious!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第五节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Arial" w:eastAsia="黑体" w:hAnsi="黑体"/>
          <w:color w:val="000000" w:themeColor="text1"/>
          <w:szCs w:val="24"/>
        </w:rPr>
        <w:t>听短文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完成表中所缺信息</w:t>
      </w:r>
      <w:r w:rsidRPr="00E03514">
        <w:rPr>
          <w:rFonts w:ascii="Times New Roman" w:eastAsia="宋体" w:hAnsi="宋体"/>
          <w:color w:val="000000" w:themeColor="text1"/>
          <w:szCs w:val="24"/>
        </w:rPr>
        <w:t>,</w:t>
      </w:r>
      <w:r w:rsidRPr="00E03514">
        <w:rPr>
          <w:rFonts w:ascii="Arial" w:eastAsia="黑体" w:hAnsi="黑体"/>
          <w:color w:val="000000" w:themeColor="text1"/>
          <w:szCs w:val="24"/>
        </w:rPr>
        <w:t>每空仅填一词。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Arial" w:eastAsia="黑体" w:hAnsi="黑体"/>
          <w:color w:val="000000" w:themeColor="text1"/>
          <w:szCs w:val="24"/>
        </w:rPr>
        <w:t>读三遍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Would you like to learn how to make carrot soup?It is very easy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First, you need to prepare one onion, two carrots, some chicken, some butter and some honey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Next, put some butter into a pot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Add two spoons of honey into it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Mix everything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Then, cut up the onion and carrots and put them into the pot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Cook them for five minutes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After that, put the chicken into the pot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Remember to add some water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And then cook for another thirty minutes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Now it</w:t>
      </w:r>
      <w:r w:rsidRPr="00E03514">
        <w:rPr>
          <w:rFonts w:ascii="Times New Roman" w:eastAsia="宋体" w:hAnsi="Times New Roman"/>
          <w:color w:val="000000" w:themeColor="text1"/>
          <w:szCs w:val="24"/>
        </w:rPr>
        <w:t>’</w:t>
      </w:r>
      <w:r w:rsidRPr="00E03514">
        <w:rPr>
          <w:rFonts w:ascii="Times New Roman" w:eastAsia="宋体" w:hAnsi="宋体"/>
          <w:color w:val="000000" w:themeColor="text1"/>
          <w:szCs w:val="24"/>
        </w:rPr>
        <w:t>s time to enjoy the delicious soup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Arial" w:eastAsia="黑体" w:hAnsi="黑体"/>
          <w:color w:val="000000" w:themeColor="text1"/>
          <w:szCs w:val="24"/>
        </w:rPr>
        <w:t>答案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BBBCCB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12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ABACCA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13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18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ACACBC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19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24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CABBBB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Carrot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two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pot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five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29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water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another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AEBDC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36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40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BABAC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41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45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CCABB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46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49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CACB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50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53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BCBC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54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57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CBCB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58</w:t>
      </w:r>
      <w:r w:rsidRPr="00E03514">
        <w:rPr>
          <w:rFonts w:ascii="Times New Roman" w:eastAsia="宋体" w:hAnsi="宋体"/>
          <w:color w:val="000000" w:themeColor="text1"/>
          <w:szCs w:val="24"/>
        </w:rPr>
        <w:t>~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62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 ACEDB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was 14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became famous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 boring chore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21st century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Yes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think cooking is interesting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(</w:t>
      </w:r>
      <w:r w:rsidRPr="00E03514">
        <w:rPr>
          <w:rFonts w:ascii="Times New Roman" w:eastAsia="宋体" w:hAnsi="宋体"/>
          <w:color w:val="000000" w:themeColor="text1"/>
          <w:szCs w:val="24"/>
        </w:rPr>
        <w:t>言之有理即可。</w:t>
      </w:r>
      <w:r w:rsidRPr="00E03514">
        <w:rPr>
          <w:rFonts w:ascii="Times New Roman" w:eastAsia="宋体" w:hAnsi="宋体"/>
          <w:color w:val="000000" w:themeColor="text1"/>
          <w:szCs w:val="24"/>
        </w:rPr>
        <w:t>)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According 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69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cut up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pour;into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stick 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Make sure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73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yourself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74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75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to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76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with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77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instructions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78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add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79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pour</w:t>
      </w:r>
    </w:p>
    <w:p w:rsidR="00522FD2" w:rsidRPr="00E03514" w:rsidRDefault="00522FD2" w:rsidP="00933A30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2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80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Finally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81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creation</w:t>
      </w:r>
      <w:r w:rsidRPr="00E03514">
        <w:rPr>
          <w:rFonts w:ascii="Times New Roman" w:eastAsia="宋体" w:hAnsi="宋体"/>
          <w:color w:val="000000" w:themeColor="text1"/>
          <w:szCs w:val="24"/>
        </w:rPr>
        <w:t xml:space="preserve">　</w:t>
      </w:r>
      <w:r w:rsidRPr="00E03514">
        <w:rPr>
          <w:rFonts w:ascii="Times New Roman" w:eastAsia="宋体" w:hAnsi="Times New Roman"/>
          <w:b/>
          <w:color w:val="000000" w:themeColor="text1"/>
          <w:szCs w:val="24"/>
        </w:rPr>
        <w:t>82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amazing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写作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Highlights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and</w:t>
      </w:r>
      <w:r w:rsidRPr="00E03514">
        <w:rPr>
          <w:rFonts w:ascii="Times New Roman" w:eastAsia="宋体" w:hAnsi="宋体"/>
          <w:color w:val="000000" w:themeColor="text1"/>
          <w:szCs w:val="24"/>
          <w:u w:val="single" w:color="000000"/>
        </w:rPr>
        <w:t xml:space="preserve"> </w:t>
      </w:r>
      <w:r w:rsidRPr="00E03514">
        <w:rPr>
          <w:rFonts w:ascii="Times New Roman" w:eastAsia="宋体" w:hAnsi="Times New Roman"/>
          <w:b/>
          <w:color w:val="000000" w:themeColor="text1"/>
          <w:szCs w:val="24"/>
          <w:u w:val="single" w:color="000000"/>
        </w:rPr>
        <w:t>Hopes 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My high school life has been full of great moments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One of my highlights was when I won first prize in the school science competition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had worked hard for weeks, and when I heard my name called, I felt so proud of myself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It was a moment that showed me how hard work can pay off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Chars="200" w:firstLine="480"/>
        <w:rPr>
          <w:rFonts w:ascii="Times New Roman" w:eastAsia="宋体" w:hAnsi="宋体"/>
          <w:color w:val="000000" w:themeColor="text1"/>
          <w:szCs w:val="24"/>
        </w:rPr>
      </w:pPr>
      <w:r w:rsidRPr="00E03514">
        <w:rPr>
          <w:rFonts w:ascii="Times New Roman" w:eastAsia="宋体" w:hAnsi="宋体"/>
          <w:color w:val="000000" w:themeColor="text1"/>
          <w:szCs w:val="24"/>
        </w:rPr>
        <w:t>As for my hopes for the future, I want to continue improving and try my best in everything I do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hope to go to a good university and develop more skills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also wish to become someone who can help others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  <w:r w:rsidRPr="00E03514">
        <w:rPr>
          <w:rFonts w:ascii="Times New Roman" w:eastAsia="宋体" w:hAnsi="宋体"/>
          <w:color w:val="000000" w:themeColor="text1"/>
          <w:szCs w:val="24"/>
        </w:rPr>
        <w:t>I believe that with hard work, I can achieve my dreams</w:t>
      </w:r>
      <w:r w:rsidRPr="00E03514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:rsidR="00522FD2" w:rsidRPr="00E03514" w:rsidRDefault="00522FD2" w:rsidP="00522FD2"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color w:val="000000" w:themeColor="text1"/>
          <w:szCs w:val="24"/>
        </w:rPr>
      </w:pPr>
    </w:p>
    <w:p w:rsidR="00647169" w:rsidRPr="00522FD2" w:rsidRDefault="00647169" w:rsidP="00B50CDA">
      <w:bookmarkStart w:id="0" w:name="_GoBack"/>
      <w:bookmarkEnd w:id="0"/>
    </w:p>
    <w:sectPr w:rsidR="00647169" w:rsidRPr="00522FD2" w:rsidSect="001672F7">
      <w:pgSz w:w="11907" w:h="16839" w:code="9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A30" w:rsidRDefault="00933A30" w:rsidP="00933A30">
      <w:r>
        <w:separator/>
      </w:r>
    </w:p>
  </w:endnote>
  <w:endnote w:type="continuationSeparator" w:id="0">
    <w:p w:rsidR="00933A30" w:rsidRDefault="00933A30" w:rsidP="0093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A30" w:rsidRDefault="00933A30" w:rsidP="00933A30">
      <w:r>
        <w:separator/>
      </w:r>
    </w:p>
  </w:footnote>
  <w:footnote w:type="continuationSeparator" w:id="0">
    <w:p w:rsidR="00933A30" w:rsidRDefault="00933A30" w:rsidP="00933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FD2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22FD2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33A30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50C0CD-DCE9-4E36-87E8-1BD962A4D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FD2"/>
    <w:rPr>
      <w:rFonts w:ascii="NEU-BZ-S92" w:eastAsia="方正书宋_GBK" w:hAnsi="NEU-BZ-S92" w:cstheme="minorBidi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table" w:styleId="a4">
    <w:name w:val="Table Grid"/>
    <w:basedOn w:val="a1"/>
    <w:uiPriority w:val="59"/>
    <w:rsid w:val="00522FD2"/>
    <w:rPr>
      <w:rFonts w:asciiTheme="minorHAnsi" w:eastAsiaTheme="minorEastAsia" w:hAnsi="NEU-BZ-S92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22FD2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5"/>
    <w:uiPriority w:val="99"/>
    <w:rsid w:val="00522FD2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6">
    <w:name w:val="footer"/>
    <w:basedOn w:val="a"/>
    <w:link w:val="Char0"/>
    <w:uiPriority w:val="99"/>
    <w:unhideWhenUsed/>
    <w:rsid w:val="00522FD2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6"/>
    <w:uiPriority w:val="99"/>
    <w:rsid w:val="00522FD2"/>
    <w:rPr>
      <w:rFonts w:ascii="NEU-BZ-S92" w:eastAsia="方正书宋_GBK" w:hAnsi="NEU-BZ-S92" w:cstheme="minorBidi"/>
      <w:color w:val="000000"/>
      <w:sz w:val="24"/>
      <w:szCs w:val="22"/>
    </w:rPr>
  </w:style>
  <w:style w:type="paragraph" w:styleId="a7">
    <w:name w:val="List Paragraph"/>
    <w:basedOn w:val="a"/>
    <w:uiPriority w:val="34"/>
    <w:qFormat/>
    <w:rsid w:val="00522FD2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522FD2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522FD2"/>
    <w:rPr>
      <w:rFonts w:ascii="Tahoma" w:eastAsia="方正书宋_GBK" w:hAnsi="Tahoma" w:cs="Tahoma"/>
      <w:color w:val="000000"/>
      <w:sz w:val="16"/>
      <w:szCs w:val="16"/>
    </w:rPr>
  </w:style>
  <w:style w:type="paragraph" w:styleId="a9">
    <w:name w:val="Quote"/>
    <w:basedOn w:val="a"/>
    <w:next w:val="a"/>
    <w:link w:val="Char2"/>
    <w:uiPriority w:val="29"/>
    <w:qFormat/>
    <w:rsid w:val="00522FD2"/>
    <w:rPr>
      <w:i/>
      <w:iCs/>
      <w:color w:val="000000" w:themeColor="text1"/>
    </w:rPr>
  </w:style>
  <w:style w:type="character" w:customStyle="1" w:styleId="Char2">
    <w:name w:val="引用 Char"/>
    <w:basedOn w:val="a0"/>
    <w:link w:val="a9"/>
    <w:uiPriority w:val="29"/>
    <w:rsid w:val="00522FD2"/>
    <w:rPr>
      <w:rFonts w:ascii="NEU-BZ-S92" w:eastAsia="方正书宋_GBK" w:hAnsi="NEU-BZ-S92" w:cstheme="minorBidi"/>
      <w:i/>
      <w:iCs/>
      <w:color w:val="000000" w:themeColor="text1"/>
      <w:sz w:val="24"/>
      <w:szCs w:val="22"/>
    </w:rPr>
  </w:style>
  <w:style w:type="table" w:styleId="-3">
    <w:name w:val="Light Shading Accent 3"/>
    <w:basedOn w:val="a1"/>
    <w:uiPriority w:val="60"/>
    <w:rsid w:val="00522FD2"/>
    <w:rPr>
      <w:rFonts w:asciiTheme="minorHAnsi" w:eastAsiaTheme="minorEastAsia" w:hAnsi="NEU-BZ-S92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522FD2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522FD2"/>
    <w:rPr>
      <w:rFonts w:ascii="NEU-BZ-S92" w:eastAsia="方正书宋_GBK" w:hAnsi="NEU-BZ-S92" w:cstheme="minorBidi"/>
      <w:color w:val="000000"/>
      <w:sz w:val="24"/>
      <w:szCs w:val="22"/>
    </w:rPr>
  </w:style>
  <w:style w:type="character" w:customStyle="1" w:styleId="Char3">
    <w:name w:val="脚注文本 Char"/>
    <w:basedOn w:val="a0"/>
    <w:link w:val="aa"/>
    <w:uiPriority w:val="99"/>
    <w:semiHidden/>
    <w:rsid w:val="00522FD2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522FD2"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522FD2"/>
    <w:rPr>
      <w:rFonts w:ascii="NEU-BZ-S92" w:eastAsia="方正书宋_GBK" w:hAnsi="NEU-BZ-S92" w:cstheme="minorBidi"/>
      <w:color w:val="00000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522F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16</Pages>
  <Words>4026</Words>
  <Characters>15246</Characters>
  <Application>Microsoft Office Word</Application>
  <DocSecurity>0</DocSecurity>
  <Lines>127</Lines>
  <Paragraphs>38</Paragraphs>
  <ScaleCrop>false</ScaleCrop>
  <Company>微软中国</Company>
  <LinksUpToDate>false</LinksUpToDate>
  <CharactersWithSpaces>19234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2025-09-15T06:49:00Z</dcterms:created>
  <dcterms:modified xsi:type="dcterms:W3CDTF">2025-09-15T06:58:00Z</dcterms:modified>
</cp:coreProperties>
</file>