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7169" w:rsidRDefault="00237718" w:rsidP="00237718">
      <w:pPr>
        <w:spacing w:line="360" w:lineRule="auto"/>
        <w:jc w:val="center"/>
        <w:rPr>
          <w:rFonts w:ascii="Times New Roman" w:eastAsia="宋体" w:hAnsi="宋体"/>
          <w:sz w:val="41"/>
        </w:rPr>
      </w:pPr>
      <w:r w:rsidRPr="00F372CC">
        <w:rPr>
          <w:rFonts w:ascii="Times New Roman" w:eastAsia="宋体" w:hAnsi="宋体"/>
          <w:sz w:val="41"/>
        </w:rPr>
        <w:t>Unit</w:t>
      </w:r>
      <w:r w:rsidRPr="00F372CC">
        <w:rPr>
          <w:rFonts w:ascii="Arial" w:eastAsia="黑体" w:hAnsi="黑体"/>
          <w:sz w:val="41"/>
        </w:rPr>
        <w:t xml:space="preserve"> </w:t>
      </w:r>
      <w:r w:rsidRPr="00F372CC">
        <w:rPr>
          <w:rFonts w:ascii="Times New Roman" w:eastAsia="宋体" w:hAnsi="宋体"/>
          <w:sz w:val="41"/>
        </w:rPr>
        <w:t>1</w:t>
      </w:r>
      <w:r w:rsidRPr="00237718">
        <w:t xml:space="preserve"> </w:t>
      </w:r>
      <w:r>
        <w:t xml:space="preserve"> </w:t>
      </w:r>
      <w:r w:rsidRPr="00237718">
        <w:rPr>
          <w:rFonts w:ascii="Times New Roman" w:eastAsia="宋体" w:hAnsi="宋体"/>
          <w:sz w:val="41"/>
        </w:rPr>
        <w:t>Where did you go on vacation?</w:t>
      </w:r>
    </w:p>
    <w:p w:rsidR="00237718" w:rsidRDefault="00237718" w:rsidP="00237718">
      <w:pPr>
        <w:spacing w:line="360" w:lineRule="auto"/>
        <w:jc w:val="center"/>
        <w:rPr>
          <w:rFonts w:ascii="Times New Roman" w:eastAsia="宋体" w:hAnsi="宋体"/>
          <w:sz w:val="36"/>
        </w:rPr>
      </w:pPr>
      <w:r w:rsidRPr="00F372CC">
        <w:rPr>
          <w:rFonts w:ascii="Times New Roman" w:eastAsia="宋体" w:hAnsi="宋体"/>
          <w:sz w:val="36"/>
        </w:rPr>
        <w:t>Section</w:t>
      </w:r>
      <w:r w:rsidRPr="00F372CC">
        <w:rPr>
          <w:rFonts w:ascii="Times New Roman" w:eastAsia="宋体" w:hAnsi="宋体"/>
          <w:b/>
          <w:sz w:val="36"/>
        </w:rPr>
        <w:t xml:space="preserve"> </w:t>
      </w:r>
      <w:r w:rsidRPr="00F372CC">
        <w:rPr>
          <w:rFonts w:ascii="Times New Roman" w:eastAsia="宋体" w:hAnsi="宋体"/>
          <w:sz w:val="36"/>
        </w:rPr>
        <w:t>A(1a-2d)</w:t>
      </w:r>
    </w:p>
    <w:p w:rsidR="00237718" w:rsidRPr="00C65343" w:rsidRDefault="00237718" w:rsidP="0023771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jc w:val="center"/>
        <w:rPr>
          <w:rFonts w:ascii="Times New Roman" w:eastAsia="宋体" w:hAnsi="宋体"/>
          <w:sz w:val="18"/>
        </w:rPr>
      </w:pPr>
      <w:r w:rsidRPr="00C65343">
        <w:rPr>
          <w:rFonts w:ascii="Arial" w:eastAsia="黑体" w:hAnsi="黑体"/>
          <w:sz w:val="32"/>
        </w:rPr>
        <w:t>知能巩固提升</w:t>
      </w:r>
    </w:p>
    <w:p w:rsidR="00237718" w:rsidRPr="00F372CC" w:rsidRDefault="00237718" w:rsidP="0023771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宋体"/>
          <w:b/>
          <w:sz w:val="25"/>
        </w:rPr>
        <w:t>一、根据句意及首字母提示填空</w:t>
      </w:r>
    </w:p>
    <w:p w:rsidR="00237718" w:rsidRPr="00F372CC" w:rsidRDefault="00237718" w:rsidP="0023771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Times New Roman"/>
          <w:b/>
        </w:rPr>
        <w:t>1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 xml:space="preserve">If you want to go 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>a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　　</w:t>
      </w:r>
      <w:r w:rsidRPr="00F372CC">
        <w:rPr>
          <w:rFonts w:ascii="Times New Roman" w:eastAsia="宋体" w:hAnsi="宋体"/>
        </w:rPr>
        <w:t xml:space="preserve"> tomorrow,let me know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 </w:t>
      </w:r>
    </w:p>
    <w:p w:rsidR="00237718" w:rsidRPr="00F372CC" w:rsidRDefault="00237718" w:rsidP="0023771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Times New Roman"/>
          <w:b/>
        </w:rPr>
        <w:t>2</w:t>
      </w:r>
      <w:r w:rsidRPr="00F372CC">
        <w:rPr>
          <w:rFonts w:ascii="Times New Roman" w:eastAsia="宋体" w:hAnsi="Times New Roman" w:cs="Times New Roman"/>
        </w:rPr>
        <w:t>.—</w:t>
      </w:r>
      <w:r w:rsidRPr="00F372CC">
        <w:rPr>
          <w:rFonts w:ascii="Times New Roman" w:eastAsia="宋体" w:hAnsi="宋体"/>
        </w:rPr>
        <w:t>Did your daughter have fun today?</w:t>
      </w:r>
    </w:p>
    <w:p w:rsidR="00237718" w:rsidRPr="00F372CC" w:rsidRDefault="00237718" w:rsidP="0023771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Times New Roman" w:cs="Times New Roman"/>
        </w:rPr>
        <w:t>—</w:t>
      </w:r>
      <w:r w:rsidRPr="00F372CC">
        <w:rPr>
          <w:rFonts w:ascii="Times New Roman" w:eastAsia="宋体" w:hAnsi="宋体"/>
        </w:rPr>
        <w:t xml:space="preserve">Yeah!She had a 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>w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　</w:t>
      </w:r>
      <w:r w:rsidRPr="00F372CC">
        <w:rPr>
          <w:rFonts w:ascii="Times New Roman" w:eastAsia="宋体" w:hAnsi="宋体"/>
        </w:rPr>
        <w:t xml:space="preserve"> Children</w:t>
      </w:r>
      <w:r w:rsidRPr="003F1210">
        <w:rPr>
          <w:rFonts w:ascii="Times New Roman" w:eastAsia="宋体" w:hAnsi="Times New Roman"/>
        </w:rPr>
        <w:t>’</w:t>
      </w:r>
      <w:r w:rsidRPr="00F372CC">
        <w:rPr>
          <w:rFonts w:ascii="Times New Roman" w:eastAsia="宋体" w:hAnsi="宋体"/>
        </w:rPr>
        <w:t>s Day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 </w:t>
      </w:r>
    </w:p>
    <w:p w:rsidR="00237718" w:rsidRPr="00F372CC" w:rsidRDefault="00237718" w:rsidP="0023771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Times New Roman"/>
          <w:b/>
        </w:rPr>
        <w:t>3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There</w:t>
      </w:r>
      <w:r w:rsidRPr="003F1210">
        <w:rPr>
          <w:rFonts w:ascii="Times New Roman" w:eastAsia="宋体" w:hAnsi="Times New Roman"/>
        </w:rPr>
        <w:t>’</w:t>
      </w:r>
      <w:r w:rsidRPr="00F372CC">
        <w:rPr>
          <w:rFonts w:ascii="Times New Roman" w:eastAsia="宋体" w:hAnsi="宋体"/>
        </w:rPr>
        <w:t xml:space="preserve">re 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>f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　　　</w:t>
      </w:r>
      <w:r w:rsidRPr="00F372CC">
        <w:rPr>
          <w:rFonts w:ascii="Times New Roman" w:eastAsia="宋体" w:hAnsi="宋体"/>
        </w:rPr>
        <w:t xml:space="preserve"> cars or people on the street,so it</w:t>
      </w:r>
      <w:r w:rsidRPr="003F1210">
        <w:rPr>
          <w:rFonts w:ascii="Times New Roman" w:eastAsia="宋体" w:hAnsi="Times New Roman"/>
        </w:rPr>
        <w:t>’</w:t>
      </w:r>
      <w:r w:rsidRPr="00F372CC">
        <w:rPr>
          <w:rFonts w:ascii="Times New Roman" w:eastAsia="宋体" w:hAnsi="宋体"/>
        </w:rPr>
        <w:t>s very quiet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 </w:t>
      </w:r>
    </w:p>
    <w:p w:rsidR="00237718" w:rsidRPr="00F372CC" w:rsidRDefault="00237718" w:rsidP="0023771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Times New Roman"/>
          <w:b/>
        </w:rPr>
        <w:t>4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There isn</w:t>
      </w:r>
      <w:r w:rsidRPr="003F1210">
        <w:rPr>
          <w:rFonts w:ascii="Times New Roman" w:eastAsia="宋体" w:hAnsi="Times New Roman"/>
        </w:rPr>
        <w:t>’</w:t>
      </w:r>
      <w:r w:rsidRPr="00F372CC">
        <w:rPr>
          <w:rFonts w:ascii="Times New Roman" w:eastAsia="宋体" w:hAnsi="宋体"/>
        </w:rPr>
        <w:t xml:space="preserve">t 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>a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　　</w:t>
      </w:r>
      <w:r w:rsidRPr="00F372CC">
        <w:rPr>
          <w:rFonts w:ascii="Times New Roman" w:eastAsia="宋体" w:hAnsi="宋体"/>
        </w:rPr>
        <w:t xml:space="preserve"> in the classroom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Where did the students go?</w:t>
      </w:r>
      <w:r w:rsidRPr="00F372CC">
        <w:rPr>
          <w:rFonts w:ascii="Times New Roman" w:eastAsia="宋体" w:hAnsi="宋体"/>
        </w:rPr>
        <w:t> </w:t>
      </w:r>
    </w:p>
    <w:p w:rsidR="00237718" w:rsidRPr="00F372CC" w:rsidRDefault="00237718" w:rsidP="0023771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Times New Roman"/>
          <w:b/>
        </w:rPr>
        <w:t>5</w:t>
      </w:r>
      <w:r w:rsidRPr="00F372CC">
        <w:rPr>
          <w:rFonts w:ascii="Times New Roman" w:eastAsia="宋体" w:hAnsi="Times New Roman" w:cs="Times New Roman"/>
        </w:rPr>
        <w:t>.—</w:t>
      </w:r>
      <w:r w:rsidRPr="00F372CC">
        <w:rPr>
          <w:rFonts w:ascii="Times New Roman" w:eastAsia="宋体" w:hAnsi="宋体"/>
        </w:rPr>
        <w:t xml:space="preserve">Do 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>m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　　　</w:t>
      </w:r>
      <w:r w:rsidRPr="00F372CC">
        <w:rPr>
          <w:rFonts w:ascii="Times New Roman" w:eastAsia="宋体" w:hAnsi="宋体"/>
        </w:rPr>
        <w:t xml:space="preserve"> of the students in your class take the bus to school?</w:t>
      </w:r>
      <w:r w:rsidRPr="00F372CC">
        <w:rPr>
          <w:rFonts w:ascii="Times New Roman" w:eastAsia="宋体" w:hAnsi="宋体"/>
        </w:rPr>
        <w:t> </w:t>
      </w:r>
    </w:p>
    <w:p w:rsidR="00237718" w:rsidRPr="00F372CC" w:rsidRDefault="00237718" w:rsidP="0023771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Times New Roman" w:cs="Times New Roman"/>
        </w:rPr>
        <w:t>—</w:t>
      </w:r>
      <w:r w:rsidRPr="00F372CC">
        <w:rPr>
          <w:rFonts w:ascii="Times New Roman" w:eastAsia="宋体" w:hAnsi="宋体"/>
        </w:rPr>
        <w:t>Yes!Only Jim and Helen walk to school</w:t>
      </w:r>
      <w:r w:rsidRPr="00F372CC">
        <w:rPr>
          <w:rFonts w:ascii="Times New Roman" w:eastAsia="宋体" w:hAnsi="Times New Roman" w:cs="Times New Roman"/>
        </w:rPr>
        <w:t>.</w:t>
      </w:r>
    </w:p>
    <w:p w:rsidR="00237718" w:rsidRPr="00F372CC" w:rsidRDefault="00237718" w:rsidP="0023771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宋体"/>
          <w:b/>
          <w:sz w:val="25"/>
        </w:rPr>
        <w:t>二、单项填空</w:t>
      </w:r>
    </w:p>
    <w:p w:rsidR="00237718" w:rsidRPr="00F372CC" w:rsidRDefault="00237718" w:rsidP="0023771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Times New Roman"/>
          <w:b/>
        </w:rPr>
        <w:t>1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 xml:space="preserve">Tony 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</w:t>
      </w:r>
      <w:r w:rsidRPr="00F372CC">
        <w:rPr>
          <w:rFonts w:ascii="Times New Roman" w:eastAsia="宋体" w:hAnsi="宋体"/>
        </w:rPr>
        <w:t>football every weekend when he was young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 </w:t>
      </w:r>
    </w:p>
    <w:p w:rsidR="00237718" w:rsidRPr="00F372CC" w:rsidRDefault="00237718" w:rsidP="0023771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宋体"/>
        </w:rPr>
        <w:t>A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plays</w:t>
      </w:r>
      <w:r w:rsidRPr="00F372CC">
        <w:rPr>
          <w:rFonts w:ascii="Times New Roman" w:eastAsia="宋体" w:hAnsi="宋体"/>
        </w:rPr>
        <w:t xml:space="preserve">　　　　　　</w:t>
      </w:r>
      <w:r w:rsidRPr="00F372CC">
        <w:rPr>
          <w:rFonts w:ascii="Times New Roman" w:eastAsia="宋体" w:hAnsi="宋体"/>
        </w:rPr>
        <w:t>B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played</w:t>
      </w:r>
    </w:p>
    <w:p w:rsidR="00237718" w:rsidRPr="00F372CC" w:rsidRDefault="00237718" w:rsidP="0023771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宋体"/>
        </w:rPr>
        <w:t>C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is playing</w:t>
      </w:r>
      <w:r w:rsidRPr="00F372CC">
        <w:rPr>
          <w:rFonts w:ascii="Times New Roman" w:eastAsia="宋体" w:hAnsi="宋体"/>
        </w:rPr>
        <w:tab/>
        <w:t>D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has played</w:t>
      </w:r>
    </w:p>
    <w:p w:rsidR="00237718" w:rsidRPr="00F372CC" w:rsidRDefault="00237718" w:rsidP="0023771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Times New Roman"/>
          <w:b/>
        </w:rPr>
        <w:t>2</w:t>
      </w:r>
      <w:r w:rsidRPr="00F372CC">
        <w:rPr>
          <w:rFonts w:ascii="Times New Roman" w:eastAsia="宋体" w:hAnsi="Times New Roman" w:cs="Times New Roman"/>
        </w:rPr>
        <w:t>.—</w:t>
      </w:r>
      <w:r w:rsidRPr="00F372CC">
        <w:rPr>
          <w:rFonts w:ascii="Times New Roman" w:eastAsia="宋体" w:hAnsi="宋体"/>
        </w:rPr>
        <w:t>What did you do last night?</w:t>
      </w:r>
    </w:p>
    <w:p w:rsidR="00237718" w:rsidRPr="00F372CC" w:rsidRDefault="00237718" w:rsidP="0023771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Times New Roman" w:cs="Times New Roman"/>
        </w:rPr>
        <w:t>—</w:t>
      </w:r>
      <w:r w:rsidRPr="00F372CC">
        <w:rPr>
          <w:rFonts w:ascii="Times New Roman" w:eastAsia="宋体" w:hAnsi="宋体"/>
        </w:rPr>
        <w:t xml:space="preserve">I 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</w:t>
      </w:r>
      <w:r w:rsidRPr="00F372CC">
        <w:rPr>
          <w:rFonts w:ascii="Times New Roman" w:eastAsia="宋体" w:hAnsi="宋体"/>
        </w:rPr>
        <w:t>TV and read books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 </w:t>
      </w:r>
    </w:p>
    <w:p w:rsidR="00237718" w:rsidRPr="00F372CC" w:rsidRDefault="00237718" w:rsidP="0023771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宋体"/>
        </w:rPr>
        <w:t>A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watch</w:t>
      </w:r>
      <w:r w:rsidRPr="00F372CC">
        <w:rPr>
          <w:rFonts w:ascii="Times New Roman" w:eastAsia="宋体" w:hAnsi="宋体"/>
        </w:rPr>
        <w:tab/>
        <w:t>B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watched</w:t>
      </w:r>
    </w:p>
    <w:p w:rsidR="00237718" w:rsidRPr="00F372CC" w:rsidRDefault="00237718" w:rsidP="0023771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宋体"/>
        </w:rPr>
        <w:t>C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have watched</w:t>
      </w:r>
      <w:r w:rsidRPr="00F372CC">
        <w:rPr>
          <w:rFonts w:ascii="Times New Roman" w:eastAsia="宋体" w:hAnsi="宋体"/>
        </w:rPr>
        <w:tab/>
        <w:t>D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am watching</w:t>
      </w:r>
    </w:p>
    <w:p w:rsidR="00237718" w:rsidRPr="00F372CC" w:rsidRDefault="00237718" w:rsidP="0023771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Times New Roman"/>
          <w:b/>
        </w:rPr>
        <w:t>3</w:t>
      </w:r>
      <w:r w:rsidRPr="00F372CC">
        <w:rPr>
          <w:rFonts w:ascii="Times New Roman" w:eastAsia="宋体" w:hAnsi="Times New Roman" w:cs="Times New Roman"/>
        </w:rPr>
        <w:t>.—</w:t>
      </w:r>
      <w:r w:rsidRPr="00F372CC">
        <w:rPr>
          <w:rFonts w:ascii="Times New Roman" w:eastAsia="宋体" w:hAnsi="宋体"/>
        </w:rPr>
        <w:t xml:space="preserve">Jim,did you go 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</w:t>
      </w:r>
      <w:r w:rsidRPr="00F372CC">
        <w:rPr>
          <w:rFonts w:ascii="Times New Roman" w:eastAsia="宋体" w:hAnsi="宋体"/>
        </w:rPr>
        <w:t>special last weekend?</w:t>
      </w:r>
      <w:r w:rsidRPr="00F372CC">
        <w:rPr>
          <w:rFonts w:ascii="Times New Roman" w:eastAsia="宋体" w:hAnsi="宋体"/>
        </w:rPr>
        <w:t> </w:t>
      </w:r>
    </w:p>
    <w:p w:rsidR="00237718" w:rsidRPr="00F372CC" w:rsidRDefault="00237718" w:rsidP="0023771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Times New Roman" w:cs="Times New Roman"/>
        </w:rPr>
        <w:t>—</w:t>
      </w:r>
      <w:r w:rsidRPr="00F372CC">
        <w:rPr>
          <w:rFonts w:ascii="Times New Roman" w:eastAsia="宋体" w:hAnsi="宋体"/>
        </w:rPr>
        <w:t>Yes!I went to the new zoo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It was really an interesting place</w:t>
      </w:r>
      <w:r w:rsidRPr="00F372CC">
        <w:rPr>
          <w:rFonts w:ascii="Times New Roman" w:eastAsia="宋体" w:hAnsi="Times New Roman" w:cs="Times New Roman"/>
        </w:rPr>
        <w:t>.</w:t>
      </w:r>
    </w:p>
    <w:p w:rsidR="00237718" w:rsidRPr="00F372CC" w:rsidRDefault="00237718" w:rsidP="0023771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宋体"/>
        </w:rPr>
        <w:t>A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anyone</w:t>
      </w:r>
      <w:r w:rsidRPr="00F372CC">
        <w:rPr>
          <w:rFonts w:ascii="Times New Roman" w:eastAsia="宋体" w:hAnsi="宋体"/>
        </w:rPr>
        <w:tab/>
        <w:t>B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anywhere</w:t>
      </w:r>
    </w:p>
    <w:p w:rsidR="00237718" w:rsidRPr="00F372CC" w:rsidRDefault="00237718" w:rsidP="0023771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宋体"/>
        </w:rPr>
        <w:t>C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someone</w:t>
      </w:r>
      <w:r w:rsidRPr="00F372CC">
        <w:rPr>
          <w:rFonts w:ascii="Times New Roman" w:eastAsia="宋体" w:hAnsi="宋体"/>
        </w:rPr>
        <w:tab/>
        <w:t>D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somewhere</w:t>
      </w:r>
    </w:p>
    <w:p w:rsidR="00237718" w:rsidRPr="00F372CC" w:rsidRDefault="00237718" w:rsidP="0023771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Times New Roman"/>
          <w:b/>
        </w:rPr>
        <w:t>4</w:t>
      </w:r>
      <w:r w:rsidRPr="00F372CC">
        <w:rPr>
          <w:rFonts w:ascii="Times New Roman" w:eastAsia="宋体" w:hAnsi="Times New Roman" w:cs="Times New Roman"/>
        </w:rPr>
        <w:t>.—</w:t>
      </w:r>
      <w:r w:rsidRPr="00F372CC">
        <w:rPr>
          <w:rFonts w:ascii="Times New Roman" w:eastAsia="宋体" w:hAnsi="宋体"/>
        </w:rPr>
        <w:t>Why did you get up so early?</w:t>
      </w:r>
    </w:p>
    <w:p w:rsidR="00237718" w:rsidRPr="00F372CC" w:rsidRDefault="00237718" w:rsidP="0023771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Times New Roman" w:cs="Times New Roman"/>
        </w:rPr>
        <w:t>—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</w:t>
      </w:r>
      <w:r w:rsidRPr="00F372CC">
        <w:rPr>
          <w:rFonts w:ascii="Times New Roman" w:eastAsia="宋体" w:hAnsi="宋体"/>
        </w:rPr>
        <w:t xml:space="preserve"> the first bus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 </w:t>
      </w:r>
    </w:p>
    <w:p w:rsidR="00237718" w:rsidRPr="00F372CC" w:rsidRDefault="00237718" w:rsidP="0023771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宋体"/>
        </w:rPr>
        <w:t>A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Catch</w:t>
      </w:r>
      <w:r w:rsidRPr="00F372CC">
        <w:rPr>
          <w:rFonts w:ascii="Times New Roman" w:eastAsia="宋体" w:hAnsi="宋体"/>
        </w:rPr>
        <w:tab/>
        <w:t>B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Catching</w:t>
      </w:r>
    </w:p>
    <w:p w:rsidR="00237718" w:rsidRPr="00F372CC" w:rsidRDefault="00237718" w:rsidP="0023771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宋体"/>
        </w:rPr>
        <w:t>C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To catch</w:t>
      </w:r>
      <w:r w:rsidRPr="00F372CC">
        <w:rPr>
          <w:rFonts w:ascii="Times New Roman" w:eastAsia="宋体" w:hAnsi="宋体"/>
        </w:rPr>
        <w:tab/>
        <w:t>D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Caught</w:t>
      </w:r>
    </w:p>
    <w:p w:rsidR="00237718" w:rsidRPr="00F372CC" w:rsidRDefault="00237718" w:rsidP="0023771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Times New Roman"/>
          <w:b/>
        </w:rPr>
        <w:t>5</w:t>
      </w:r>
      <w:r w:rsidRPr="00F372CC">
        <w:rPr>
          <w:rFonts w:ascii="Times New Roman" w:eastAsia="宋体" w:hAnsi="Times New Roman" w:cs="Times New Roman"/>
        </w:rPr>
        <w:t>.—</w:t>
      </w:r>
      <w:r w:rsidRPr="00F372CC">
        <w:rPr>
          <w:rFonts w:ascii="Times New Roman" w:eastAsia="宋体" w:hAnsi="宋体"/>
        </w:rPr>
        <w:t>Does your brother like playing soccer?</w:t>
      </w:r>
    </w:p>
    <w:p w:rsidR="00237718" w:rsidRPr="00F372CC" w:rsidRDefault="00237718" w:rsidP="0023771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Times New Roman" w:cs="Times New Roman"/>
        </w:rPr>
        <w:t>—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He never does sports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 </w:t>
      </w:r>
    </w:p>
    <w:p w:rsidR="00237718" w:rsidRPr="00F372CC" w:rsidRDefault="00237718" w:rsidP="0023771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宋体"/>
        </w:rPr>
        <w:t>A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No problem</w:t>
      </w:r>
      <w:r w:rsidRPr="00F372CC">
        <w:rPr>
          <w:rFonts w:ascii="Times New Roman" w:eastAsia="宋体" w:hAnsi="宋体"/>
        </w:rPr>
        <w:tab/>
        <w:t>B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Sounds good</w:t>
      </w:r>
    </w:p>
    <w:p w:rsidR="00237718" w:rsidRPr="00F372CC" w:rsidRDefault="00237718" w:rsidP="0023771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宋体"/>
        </w:rPr>
        <w:t>C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 xml:space="preserve">Not really </w:t>
      </w:r>
      <w:r w:rsidRPr="00F372CC">
        <w:rPr>
          <w:rFonts w:ascii="Times New Roman" w:eastAsia="宋体" w:hAnsi="宋体"/>
        </w:rPr>
        <w:tab/>
        <w:t>D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All right</w:t>
      </w:r>
    </w:p>
    <w:p w:rsidR="00237718" w:rsidRPr="00F372CC" w:rsidRDefault="00237718" w:rsidP="0023771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宋体"/>
          <w:b/>
          <w:sz w:val="25"/>
        </w:rPr>
        <w:t>三、用括号内所给单词或词组的适当形式填空</w:t>
      </w:r>
    </w:p>
    <w:p w:rsidR="00237718" w:rsidRPr="00F372CC" w:rsidRDefault="00237718" w:rsidP="0023771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Times New Roman"/>
          <w:b/>
        </w:rPr>
        <w:lastRenderedPageBreak/>
        <w:t>1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 xml:space="preserve">His mother watches TV every evening,but she 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　　　　　　</w:t>
      </w:r>
      <w:r w:rsidRPr="00F372CC">
        <w:rPr>
          <w:rFonts w:ascii="Times New Roman" w:eastAsia="宋体" w:hAnsi="宋体"/>
        </w:rPr>
        <w:t>(not watch)TV last night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 </w:t>
      </w:r>
    </w:p>
    <w:p w:rsidR="00237718" w:rsidRPr="00F372CC" w:rsidRDefault="00237718" w:rsidP="0023771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Times New Roman"/>
          <w:b/>
        </w:rPr>
        <w:t>2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 xml:space="preserve">Last week we went to two famous 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　　</w:t>
      </w:r>
      <w:r w:rsidRPr="00F372CC">
        <w:rPr>
          <w:rFonts w:ascii="Times New Roman" w:eastAsia="宋体" w:hAnsi="宋体"/>
        </w:rPr>
        <w:t>(beach)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 </w:t>
      </w:r>
    </w:p>
    <w:p w:rsidR="00237718" w:rsidRPr="00F372CC" w:rsidRDefault="00237718" w:rsidP="0023771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Times New Roman"/>
          <w:b/>
        </w:rPr>
        <w:t>3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 xml:space="preserve">Listening to some music can help you </w:t>
      </w:r>
      <w:r w:rsidRPr="00F372CC">
        <w:rPr>
          <w:rFonts w:ascii="Times New Roman" w:eastAsia="宋体" w:hAnsi="宋体"/>
          <w:noProof/>
        </w:rPr>
        <w:drawing>
          <wp:inline distT="0" distB="0" distL="0" distR="0" wp14:anchorId="4369F385" wp14:editId="52AFFE72">
            <wp:extent cx="915840" cy="164520"/>
            <wp:effectExtent l="0" t="0" r="0" b="0"/>
            <wp:docPr id="62" name="图片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07.jpe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915840" cy="1645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372CC">
        <w:rPr>
          <w:rFonts w:ascii="Times New Roman" w:eastAsia="宋体" w:hAnsi="宋体"/>
        </w:rPr>
        <w:t>(relaxing)</w:t>
      </w:r>
      <w:r w:rsidRPr="00F372CC">
        <w:rPr>
          <w:rFonts w:ascii="Times New Roman" w:eastAsia="宋体" w:hAnsi="Times New Roman" w:cs="Times New Roman"/>
        </w:rPr>
        <w:t>.</w:t>
      </w:r>
    </w:p>
    <w:p w:rsidR="00237718" w:rsidRPr="00F372CC" w:rsidRDefault="00237718" w:rsidP="0023771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Times New Roman"/>
          <w:b/>
        </w:rPr>
        <w:t>4</w:t>
      </w:r>
      <w:r w:rsidRPr="00F372CC">
        <w:rPr>
          <w:rFonts w:ascii="Times New Roman" w:eastAsia="宋体" w:hAnsi="Times New Roman" w:cs="Times New Roman"/>
        </w:rPr>
        <w:t>.—</w:t>
      </w:r>
      <w:r w:rsidRPr="00F372CC">
        <w:rPr>
          <w:rFonts w:ascii="Times New Roman" w:eastAsia="宋体" w:hAnsi="宋体"/>
        </w:rPr>
        <w:t>Hello,Mom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Are you still on Mountain Tai?</w:t>
      </w:r>
    </w:p>
    <w:p w:rsidR="00237718" w:rsidRPr="00F372CC" w:rsidRDefault="00237718" w:rsidP="0023771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Times New Roman" w:cs="Times New Roman"/>
        </w:rPr>
        <w:t>—</w:t>
      </w:r>
      <w:r w:rsidRPr="00F372CC">
        <w:rPr>
          <w:rFonts w:ascii="Times New Roman" w:eastAsia="宋体" w:hAnsi="宋体"/>
        </w:rPr>
        <w:t>Oh,no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We are back home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 xml:space="preserve">We 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　　</w:t>
      </w:r>
      <w:r w:rsidRPr="00F372CC">
        <w:rPr>
          <w:rFonts w:ascii="Times New Roman" w:eastAsia="宋体" w:hAnsi="宋体"/>
        </w:rPr>
        <w:t>(have) a really good journey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 </w:t>
      </w:r>
    </w:p>
    <w:p w:rsidR="00237718" w:rsidRPr="00F372CC" w:rsidRDefault="00237718" w:rsidP="0023771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宋体"/>
          <w:b/>
          <w:sz w:val="25"/>
        </w:rPr>
        <w:t>四、根据中文意思完成句子</w:t>
      </w:r>
    </w:p>
    <w:p w:rsidR="00237718" w:rsidRPr="00F372CC" w:rsidRDefault="00237718" w:rsidP="0023771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Times New Roman"/>
          <w:b/>
        </w:rPr>
        <w:t>1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为了能按时到达</w:t>
      </w:r>
      <w:r w:rsidRPr="00F372CC">
        <w:rPr>
          <w:rFonts w:ascii="Times New Roman" w:eastAsia="宋体" w:hAnsi="宋体"/>
        </w:rPr>
        <w:t>,</w:t>
      </w:r>
      <w:r w:rsidRPr="00F372CC">
        <w:rPr>
          <w:rFonts w:ascii="Times New Roman" w:eastAsia="宋体" w:hAnsi="宋体"/>
        </w:rPr>
        <w:t>我们必须早点出发。</w:t>
      </w:r>
    </w:p>
    <w:p w:rsidR="00237718" w:rsidRPr="00F372CC" w:rsidRDefault="00237718" w:rsidP="0023771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宋体"/>
        </w:rPr>
        <w:t xml:space="preserve">We must start early 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　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> 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　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> </w:t>
      </w:r>
      <w:r w:rsidRPr="00F372CC">
        <w:rPr>
          <w:rFonts w:ascii="Times New Roman" w:eastAsia="宋体" w:hAnsi="宋体"/>
        </w:rPr>
        <w:t>on time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 </w:t>
      </w:r>
    </w:p>
    <w:p w:rsidR="00237718" w:rsidRDefault="00237718" w:rsidP="0023771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Times New Roman"/>
          <w:b/>
        </w:rPr>
        <w:t>2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在我们学校</w:t>
      </w:r>
      <w:r w:rsidRPr="00F372CC">
        <w:rPr>
          <w:rFonts w:ascii="Times New Roman" w:eastAsia="宋体" w:hAnsi="宋体"/>
        </w:rPr>
        <w:t>,</w:t>
      </w:r>
      <w:r w:rsidRPr="00F372CC">
        <w:rPr>
          <w:rFonts w:ascii="Times New Roman" w:eastAsia="宋体" w:hAnsi="宋体"/>
        </w:rPr>
        <w:t>相当多的男孩喜欢放学后打篮球。</w:t>
      </w:r>
    </w:p>
    <w:p w:rsidR="00237718" w:rsidRPr="00F372CC" w:rsidRDefault="00237718" w:rsidP="0023771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</w:t>
      </w:r>
      <w:r w:rsidRPr="00F372CC">
        <w:rPr>
          <w:rFonts w:ascii="Times New Roman" w:eastAsia="宋体" w:hAnsi="宋体"/>
        </w:rPr>
        <w:t xml:space="preserve"> 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　　　　　　　</w:t>
      </w:r>
      <w:r w:rsidRPr="00F372CC">
        <w:rPr>
          <w:rFonts w:ascii="Times New Roman" w:eastAsia="宋体" w:hAnsi="宋体"/>
        </w:rPr>
        <w:t>boys in our school like to play basketball after school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 </w:t>
      </w:r>
    </w:p>
    <w:p w:rsidR="00237718" w:rsidRPr="00F372CC" w:rsidRDefault="00237718" w:rsidP="0023771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Times New Roman"/>
          <w:b/>
        </w:rPr>
        <w:t>3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我和我的父母明天要去度假。</w:t>
      </w:r>
    </w:p>
    <w:p w:rsidR="00237718" w:rsidRPr="00F372CC" w:rsidRDefault="00237718" w:rsidP="0023771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宋体"/>
        </w:rPr>
        <w:t xml:space="preserve">My parents and I are going 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　　　　　　　　　　</w:t>
      </w:r>
      <w:r w:rsidRPr="00F372CC">
        <w:rPr>
          <w:rFonts w:ascii="Times New Roman" w:eastAsia="宋体" w:hAnsi="宋体"/>
        </w:rPr>
        <w:t>tomorrow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 </w:t>
      </w:r>
    </w:p>
    <w:p w:rsidR="00237718" w:rsidRPr="00F372CC" w:rsidRDefault="00237718" w:rsidP="0023771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Times New Roman"/>
          <w:b/>
        </w:rPr>
        <w:t>4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昨天安娜给她爸爸买了一块手表。</w:t>
      </w:r>
    </w:p>
    <w:p w:rsidR="00237718" w:rsidRPr="00F372CC" w:rsidRDefault="00237718" w:rsidP="0023771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宋体"/>
        </w:rPr>
        <w:t xml:space="preserve">Anna 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　　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> </w:t>
      </w:r>
      <w:r w:rsidRPr="00F372CC">
        <w:rPr>
          <w:rFonts w:ascii="Times New Roman" w:eastAsia="宋体" w:hAnsi="宋体"/>
        </w:rPr>
        <w:t xml:space="preserve">her father 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　　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> </w:t>
      </w:r>
      <w:r w:rsidRPr="00F372CC">
        <w:rPr>
          <w:rFonts w:ascii="Times New Roman" w:eastAsia="宋体" w:hAnsi="宋体"/>
        </w:rPr>
        <w:t>watch yesterday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 </w:t>
      </w:r>
    </w:p>
    <w:p w:rsidR="00237718" w:rsidRPr="00F372CC" w:rsidRDefault="00237718" w:rsidP="0023771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Times New Roman"/>
          <w:b/>
        </w:rPr>
        <w:t>5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上个星期天我们参观了一位诗人的故乡。</w:t>
      </w:r>
    </w:p>
    <w:p w:rsidR="00237718" w:rsidRPr="00F372CC" w:rsidRDefault="00237718" w:rsidP="0023771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F372CC">
        <w:rPr>
          <w:rFonts w:ascii="Times New Roman" w:eastAsia="宋体" w:hAnsi="宋体"/>
        </w:rPr>
        <w:t xml:space="preserve">We 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　　　　</w:t>
      </w:r>
      <w:r w:rsidRPr="00F372CC">
        <w:rPr>
          <w:rFonts w:ascii="Times New Roman" w:eastAsia="宋体" w:hAnsi="宋体"/>
        </w:rPr>
        <w:t xml:space="preserve">the place where a poet </w:t>
      </w:r>
      <w:r w:rsidRPr="002A4329">
        <w:rPr>
          <w:rFonts w:ascii="Times New Roman" w:eastAsia="宋体" w:hAnsi="宋体"/>
          <w:color w:val="000000" w:themeColor="text1"/>
          <w:u w:val="single" w:color="000000"/>
        </w:rPr>
        <w:t xml:space="preserve">　　　　　　</w:t>
      </w:r>
      <w:r w:rsidRPr="00F372CC">
        <w:rPr>
          <w:rFonts w:ascii="Times New Roman" w:eastAsia="宋体" w:hAnsi="宋体"/>
        </w:rPr>
        <w:t>last Sunday</w:t>
      </w:r>
      <w:r w:rsidRPr="00F372CC">
        <w:rPr>
          <w:rFonts w:ascii="Times New Roman" w:eastAsia="宋体" w:hAnsi="Times New Roman" w:cs="Times New Roman"/>
        </w:rPr>
        <w:t>.</w:t>
      </w:r>
      <w:r w:rsidRPr="00F372CC">
        <w:rPr>
          <w:rFonts w:ascii="Times New Roman" w:eastAsia="宋体" w:hAnsi="宋体"/>
        </w:rPr>
        <w:t> </w:t>
      </w:r>
    </w:p>
    <w:p w:rsidR="00237718" w:rsidRDefault="00237718" w:rsidP="00237718">
      <w:pPr>
        <w:spacing w:line="360" w:lineRule="auto"/>
      </w:pPr>
      <w:r>
        <w:br w:type="page"/>
      </w:r>
    </w:p>
    <w:p w:rsidR="00237718" w:rsidRPr="00710D8F" w:rsidRDefault="00237718" w:rsidP="00237718">
      <w:pPr>
        <w:pStyle w:val="a5"/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jc w:val="center"/>
        <w:rPr>
          <w:rFonts w:ascii="Times New Roman" w:eastAsia="宋体" w:hAnsi="宋体"/>
        </w:rPr>
      </w:pPr>
      <w:r w:rsidRPr="00710D8F">
        <w:rPr>
          <w:rFonts w:ascii="Arial" w:eastAsia="黑体" w:hAnsi="黑体"/>
          <w:color w:val="FF0000"/>
        </w:rPr>
        <w:lastRenderedPageBreak/>
        <w:t>【知能</w:t>
      </w:r>
      <w:r w:rsidRPr="00710D8F">
        <w:rPr>
          <w:rFonts w:ascii="Times New Roman" w:eastAsia="宋体" w:hAnsi="Times New Roman" w:cs="Times New Roman"/>
          <w:color w:val="FF0000"/>
        </w:rPr>
        <w:t>·</w:t>
      </w:r>
      <w:r w:rsidRPr="00710D8F">
        <w:rPr>
          <w:rFonts w:ascii="Arial" w:eastAsia="黑体" w:hAnsi="黑体"/>
          <w:color w:val="FF0000"/>
        </w:rPr>
        <w:t>巩固提升】</w:t>
      </w:r>
    </w:p>
    <w:p w:rsidR="00237718" w:rsidRPr="00710D8F" w:rsidRDefault="00237718" w:rsidP="0023771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710D8F">
        <w:rPr>
          <w:rFonts w:ascii="Times New Roman" w:eastAsia="宋体" w:hAnsi="宋体"/>
        </w:rPr>
        <w:t>一、</w:t>
      </w:r>
      <w:r w:rsidRPr="00710D8F">
        <w:rPr>
          <w:rFonts w:ascii="Times New Roman" w:eastAsia="宋体" w:hAnsi="Times New Roman"/>
          <w:b/>
        </w:rPr>
        <w:t>1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anywhere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2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wonderful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3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few</w:t>
      </w:r>
      <w:r>
        <w:rPr>
          <w:rFonts w:ascii="Times New Roman" w:eastAsia="宋体" w:hAnsi="宋体"/>
        </w:rPr>
        <w:t xml:space="preserve">  </w:t>
      </w:r>
      <w:r w:rsidRPr="00710D8F">
        <w:rPr>
          <w:rFonts w:ascii="Times New Roman" w:eastAsia="宋体" w:hAnsi="Times New Roman"/>
          <w:b/>
        </w:rPr>
        <w:t>4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anyone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5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most</w:t>
      </w:r>
    </w:p>
    <w:p w:rsidR="00237718" w:rsidRPr="00710D8F" w:rsidRDefault="00237718" w:rsidP="0023771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710D8F">
        <w:rPr>
          <w:rFonts w:ascii="Times New Roman" w:eastAsia="宋体" w:hAnsi="宋体"/>
        </w:rPr>
        <w:t>二、</w:t>
      </w:r>
      <w:r w:rsidRPr="00710D8F">
        <w:rPr>
          <w:rFonts w:ascii="Times New Roman" w:eastAsia="宋体" w:hAnsi="Times New Roman"/>
          <w:b/>
        </w:rPr>
        <w:t>1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B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2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B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3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B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4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C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5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C</w:t>
      </w:r>
    </w:p>
    <w:p w:rsidR="00237718" w:rsidRPr="00710D8F" w:rsidRDefault="00237718" w:rsidP="0023771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710D8F">
        <w:rPr>
          <w:rFonts w:ascii="Times New Roman" w:eastAsia="宋体" w:hAnsi="宋体"/>
        </w:rPr>
        <w:t>三、</w:t>
      </w:r>
      <w:r w:rsidRPr="00710D8F">
        <w:rPr>
          <w:rFonts w:ascii="Times New Roman" w:eastAsia="宋体" w:hAnsi="Times New Roman"/>
          <w:b/>
        </w:rPr>
        <w:t>1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didn</w:t>
      </w:r>
      <w:r w:rsidRPr="00B550FD">
        <w:rPr>
          <w:rFonts w:ascii="Times New Roman" w:eastAsia="宋体" w:hAnsi="Times New Roman"/>
        </w:rPr>
        <w:t>’</w:t>
      </w:r>
      <w:r w:rsidRPr="00710D8F">
        <w:rPr>
          <w:rFonts w:ascii="Times New Roman" w:eastAsia="宋体" w:hAnsi="宋体"/>
        </w:rPr>
        <w:t>t watch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2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beaches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3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relax</w:t>
      </w:r>
      <w:r>
        <w:rPr>
          <w:rFonts w:ascii="Times New Roman" w:eastAsia="宋体" w:hAnsi="宋体"/>
        </w:rPr>
        <w:t xml:space="preserve">  </w:t>
      </w:r>
      <w:r w:rsidRPr="00710D8F">
        <w:rPr>
          <w:rFonts w:ascii="Times New Roman" w:eastAsia="宋体" w:hAnsi="Times New Roman"/>
          <w:b/>
        </w:rPr>
        <w:t>4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had</w:t>
      </w:r>
    </w:p>
    <w:p w:rsidR="00237718" w:rsidRPr="00710D8F" w:rsidRDefault="00237718" w:rsidP="0023771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710D8F">
        <w:rPr>
          <w:rFonts w:ascii="Times New Roman" w:eastAsia="宋体" w:hAnsi="宋体"/>
        </w:rPr>
        <w:t>四、</w:t>
      </w:r>
      <w:r w:rsidRPr="00710D8F">
        <w:rPr>
          <w:rFonts w:ascii="Times New Roman" w:eastAsia="宋体" w:hAnsi="Times New Roman"/>
          <w:b/>
        </w:rPr>
        <w:t>1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to arrive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2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Quite a few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3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on vacation</w:t>
      </w:r>
      <w:r>
        <w:rPr>
          <w:rFonts w:ascii="Times New Roman" w:eastAsia="宋体" w:hAnsi="宋体"/>
        </w:rPr>
        <w:t xml:space="preserve">  </w:t>
      </w:r>
      <w:r w:rsidRPr="00710D8F">
        <w:rPr>
          <w:rFonts w:ascii="Times New Roman" w:eastAsia="宋体" w:hAnsi="Times New Roman"/>
          <w:b/>
        </w:rPr>
        <w:t>4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bought;a</w:t>
      </w:r>
      <w:r w:rsidRPr="00710D8F">
        <w:rPr>
          <w:rFonts w:ascii="Times New Roman" w:eastAsia="宋体" w:hAnsi="宋体"/>
        </w:rPr>
        <w:t xml:space="preserve">　</w:t>
      </w:r>
      <w:r w:rsidRPr="00710D8F">
        <w:rPr>
          <w:rFonts w:ascii="Times New Roman" w:eastAsia="宋体" w:hAnsi="Times New Roman"/>
          <w:b/>
        </w:rPr>
        <w:t>5</w:t>
      </w:r>
      <w:r w:rsidRPr="00710D8F">
        <w:rPr>
          <w:rFonts w:ascii="Times New Roman" w:eastAsia="宋体" w:hAnsi="Times New Roman" w:cs="Times New Roman"/>
        </w:rPr>
        <w:t>.</w:t>
      </w:r>
      <w:r w:rsidRPr="00710D8F">
        <w:rPr>
          <w:rFonts w:ascii="Times New Roman" w:eastAsia="宋体" w:hAnsi="宋体"/>
        </w:rPr>
        <w:t>visited;lived</w:t>
      </w:r>
    </w:p>
    <w:p w:rsidR="00237718" w:rsidRPr="00237718" w:rsidRDefault="00237718" w:rsidP="00237718">
      <w:pPr>
        <w:spacing w:line="360" w:lineRule="auto"/>
        <w:jc w:val="center"/>
      </w:pPr>
      <w:bookmarkStart w:id="0" w:name="_GoBack"/>
      <w:bookmarkEnd w:id="0"/>
    </w:p>
    <w:sectPr w:rsidR="00237718" w:rsidRPr="00237718" w:rsidSect="00B50CDA">
      <w:pgSz w:w="11907" w:h="16839" w:code="9"/>
      <w:pgMar w:top="1440" w:right="1797" w:bottom="1440" w:left="1797" w:header="851" w:footer="992" w:gutter="0"/>
      <w:cols w:space="425"/>
      <w:docGrid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65343" w:rsidRDefault="00C65343" w:rsidP="00C65343">
      <w:r>
        <w:separator/>
      </w:r>
    </w:p>
  </w:endnote>
  <w:endnote w:type="continuationSeparator" w:id="0">
    <w:p w:rsidR="00C65343" w:rsidRDefault="00C65343" w:rsidP="00C653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NEU-BZ-S92">
    <w:altName w:val="Arial Unicode MS"/>
    <w:charset w:val="86"/>
    <w:family w:val="script"/>
    <w:pitch w:val="variable"/>
    <w:sig w:usb0="00000000" w:usb1="AB1E0800" w:usb2="000A005E" w:usb3="00000000" w:csb0="003C0041" w:csb1="00000000"/>
  </w:font>
  <w:font w:name="方正书宋_GBK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65343" w:rsidRDefault="00C65343" w:rsidP="00C65343">
      <w:r>
        <w:separator/>
      </w:r>
    </w:p>
  </w:footnote>
  <w:footnote w:type="continuationSeparator" w:id="0">
    <w:p w:rsidR="00C65343" w:rsidRDefault="00C65343" w:rsidP="00C6534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7718"/>
    <w:rsid w:val="0008679E"/>
    <w:rsid w:val="00111A89"/>
    <w:rsid w:val="00126949"/>
    <w:rsid w:val="001815CC"/>
    <w:rsid w:val="001831FD"/>
    <w:rsid w:val="001B1B1F"/>
    <w:rsid w:val="00237718"/>
    <w:rsid w:val="00241C2F"/>
    <w:rsid w:val="00263DC6"/>
    <w:rsid w:val="002A08B3"/>
    <w:rsid w:val="002B758E"/>
    <w:rsid w:val="00301E5F"/>
    <w:rsid w:val="00333BB2"/>
    <w:rsid w:val="00351008"/>
    <w:rsid w:val="0038581E"/>
    <w:rsid w:val="003D43C0"/>
    <w:rsid w:val="00414DA6"/>
    <w:rsid w:val="00422569"/>
    <w:rsid w:val="00431977"/>
    <w:rsid w:val="00442C5A"/>
    <w:rsid w:val="00450E14"/>
    <w:rsid w:val="00452D16"/>
    <w:rsid w:val="00491F76"/>
    <w:rsid w:val="00492EAA"/>
    <w:rsid w:val="005412EE"/>
    <w:rsid w:val="0056704A"/>
    <w:rsid w:val="00586417"/>
    <w:rsid w:val="00592703"/>
    <w:rsid w:val="005D0615"/>
    <w:rsid w:val="00644D59"/>
    <w:rsid w:val="00647169"/>
    <w:rsid w:val="00664328"/>
    <w:rsid w:val="00685700"/>
    <w:rsid w:val="006A475A"/>
    <w:rsid w:val="00726BCF"/>
    <w:rsid w:val="007D7B49"/>
    <w:rsid w:val="00851518"/>
    <w:rsid w:val="0097084F"/>
    <w:rsid w:val="009A6CB5"/>
    <w:rsid w:val="009B7D93"/>
    <w:rsid w:val="00A222A7"/>
    <w:rsid w:val="00A648BD"/>
    <w:rsid w:val="00A73B4C"/>
    <w:rsid w:val="00B023A0"/>
    <w:rsid w:val="00B36B08"/>
    <w:rsid w:val="00B50CDA"/>
    <w:rsid w:val="00B54CCF"/>
    <w:rsid w:val="00BC3693"/>
    <w:rsid w:val="00BE2C0C"/>
    <w:rsid w:val="00C54EBE"/>
    <w:rsid w:val="00C65343"/>
    <w:rsid w:val="00C66E85"/>
    <w:rsid w:val="00CC0648"/>
    <w:rsid w:val="00CE04EF"/>
    <w:rsid w:val="00D30166"/>
    <w:rsid w:val="00D41185"/>
    <w:rsid w:val="00D77F0C"/>
    <w:rsid w:val="00DA4CFD"/>
    <w:rsid w:val="00E13B7C"/>
    <w:rsid w:val="00E360BE"/>
    <w:rsid w:val="00EF4BEF"/>
    <w:rsid w:val="00F601B6"/>
    <w:rsid w:val="00F653E0"/>
    <w:rsid w:val="00F67CEF"/>
    <w:rsid w:val="00F81AA8"/>
    <w:rsid w:val="00F87296"/>
    <w:rsid w:val="00FA54E6"/>
    <w:rsid w:val="00FC5130"/>
    <w:rsid w:val="00FD18DA"/>
    <w:rsid w:val="00FD34AD"/>
    <w:rsid w:val="00FE1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58569244-6F41-47CC-8018-05B5DB008D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0CDA"/>
    <w:rPr>
      <w:rFonts w:ascii="NEU-BZ-S92" w:eastAsia="方正书宋_GBK" w:hAnsi="NEU-BZ-S92" w:cstheme="minorBidi"/>
      <w:color w:val="000000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公式"/>
    <w:basedOn w:val="a"/>
    <w:rsid w:val="00B36B08"/>
    <w:pPr>
      <w:spacing w:line="300" w:lineRule="exact"/>
      <w:ind w:firstLineChars="200" w:firstLine="400"/>
    </w:pPr>
    <w:rPr>
      <w:sz w:val="20"/>
    </w:rPr>
  </w:style>
  <w:style w:type="paragraph" w:customStyle="1" w:styleId="a4">
    <w:name w:val="二级章节"/>
    <w:basedOn w:val="a"/>
    <w:qFormat/>
    <w:rsid w:val="00237718"/>
    <w:pPr>
      <w:outlineLvl w:val="2"/>
    </w:pPr>
    <w:rPr>
      <w:sz w:val="24"/>
    </w:rPr>
  </w:style>
  <w:style w:type="paragraph" w:customStyle="1" w:styleId="a5">
    <w:name w:val="四级章节"/>
    <w:basedOn w:val="a"/>
    <w:qFormat/>
    <w:rsid w:val="00237718"/>
    <w:pPr>
      <w:outlineLvl w:val="4"/>
    </w:pPr>
  </w:style>
  <w:style w:type="paragraph" w:styleId="a6">
    <w:name w:val="header"/>
    <w:basedOn w:val="a"/>
    <w:link w:val="Char"/>
    <w:unhideWhenUsed/>
    <w:rsid w:val="00C6534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6"/>
    <w:rsid w:val="00C65343"/>
    <w:rPr>
      <w:rFonts w:ascii="NEU-BZ-S92" w:eastAsia="方正书宋_GBK" w:hAnsi="NEU-BZ-S92" w:cstheme="minorBidi"/>
      <w:color w:val="000000"/>
      <w:sz w:val="18"/>
      <w:szCs w:val="18"/>
    </w:rPr>
  </w:style>
  <w:style w:type="paragraph" w:styleId="a7">
    <w:name w:val="footer"/>
    <w:basedOn w:val="a"/>
    <w:link w:val="Char0"/>
    <w:unhideWhenUsed/>
    <w:rsid w:val="00C65343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7"/>
    <w:rsid w:val="00C65343"/>
    <w:rPr>
      <w:rFonts w:ascii="NEU-BZ-S92" w:eastAsia="方正书宋_GBK" w:hAnsi="NEU-BZ-S92" w:cstheme="minorBid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ppt&#24037;&#20855;\&#27169;%20&#26495;\word&#27169;&#29256;\&#20840;&#31243;&#35774;&#35745;%20%20&#20840;&#20248;%20%20&#21516;&#27493;&#35757;&#32451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全程设计  全优  同步训练.dotx</Template>
  <TotalTime>2</TotalTime>
  <Pages>3</Pages>
  <Words>430</Words>
  <Characters>1473</Characters>
  <Application>Microsoft Office Word</Application>
  <DocSecurity>0</DocSecurity>
  <Lines>12</Lines>
  <Paragraphs>3</Paragraphs>
  <ScaleCrop>false</ScaleCrop>
  <Company>微软中国</Company>
  <LinksUpToDate>false</LinksUpToDate>
  <CharactersWithSpaces>1900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dcterms:created xsi:type="dcterms:W3CDTF">2024-09-12T08:36:00Z</dcterms:created>
  <dcterms:modified xsi:type="dcterms:W3CDTF">2024-09-12T09:24:00Z</dcterms:modified>
</cp:coreProperties>
</file>